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EBD" w:rsidRPr="00516D12" w:rsidRDefault="00B35EBD" w:rsidP="00B35EBD">
      <w:pPr>
        <w:pStyle w:val="Zhlav"/>
        <w:rPr>
          <w:rFonts w:ascii="Century Gothic" w:hAnsi="Century Gothic"/>
          <w:b/>
          <w:color w:val="385623" w:themeColor="accent6" w:themeShade="80"/>
          <w:sz w:val="36"/>
          <w:szCs w:val="36"/>
        </w:rPr>
      </w:pPr>
      <w:r w:rsidRPr="00516D12">
        <w:rPr>
          <w:rFonts w:ascii="Century Gothic" w:hAnsi="Century Gothic" w:cs="Arial"/>
          <w:noProof/>
          <w:color w:val="808080" w:themeColor="background1" w:themeShade="80"/>
          <w:sz w:val="36"/>
          <w:szCs w:val="36"/>
          <w:lang w:eastAsia="cs-CZ"/>
        </w:rPr>
        <w:drawing>
          <wp:anchor distT="0" distB="0" distL="114300" distR="114300" simplePos="0" relativeHeight="251736064" behindDoc="1" locked="0" layoutInCell="1" allowOverlap="1" wp14:anchorId="12B67FA8" wp14:editId="41D26142">
            <wp:simplePos x="0" y="0"/>
            <wp:positionH relativeFrom="column">
              <wp:posOffset>5994400</wp:posOffset>
            </wp:positionH>
            <wp:positionV relativeFrom="paragraph">
              <wp:posOffset>-152400</wp:posOffset>
            </wp:positionV>
            <wp:extent cx="3166110" cy="626627"/>
            <wp:effectExtent l="0" t="0" r="0" b="2540"/>
            <wp:wrapNone/>
            <wp:docPr id="3" name="Picture 3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>
                      <a:hlinkClick r:id="rId7"/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81184" cy="6296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2DCC">
        <w:rPr>
          <w:rFonts w:ascii="Century Gothic" w:eastAsia="Times New Roman" w:hAnsi="Century Gothic" w:cs="Times New Roman"/>
          <w:b/>
          <w:color w:val="808080" w:themeColor="background1" w:themeShade="80"/>
          <w:sz w:val="36"/>
          <w:szCs w:val="36"/>
        </w:rPr>
        <w:t>STRUKTURA ČLENĚNÍ PRACÍ (WBS)</w:t>
      </w:r>
      <w:r w:rsidRPr="00516D12">
        <w:rPr>
          <w:rFonts w:ascii="Century Gothic" w:eastAsia="Times New Roman" w:hAnsi="Century Gothic" w:cs="Times New Roman"/>
          <w:b/>
          <w:color w:val="808080" w:themeColor="background1" w:themeShade="80"/>
          <w:sz w:val="36"/>
          <w:szCs w:val="36"/>
        </w:rPr>
        <w:t xml:space="preserve">      </w:t>
      </w:r>
    </w:p>
    <w:p w:rsidR="006F5384" w:rsidRPr="00516D12" w:rsidRDefault="006F5384">
      <w:pPr>
        <w:rPr>
          <w:rFonts w:ascii="Century Gothic" w:hAnsi="Century Gothic"/>
          <w:sz w:val="20"/>
          <w:szCs w:val="20"/>
        </w:rPr>
      </w:pPr>
    </w:p>
    <w:tbl>
      <w:tblPr>
        <w:tblW w:w="14164" w:type="dxa"/>
        <w:tblLook w:val="04A0" w:firstRow="1" w:lastRow="0" w:firstColumn="1" w:lastColumn="0" w:noHBand="0" w:noVBand="1"/>
      </w:tblPr>
      <w:tblGrid>
        <w:gridCol w:w="2263"/>
        <w:gridCol w:w="4675"/>
        <w:gridCol w:w="2165"/>
        <w:gridCol w:w="5061"/>
      </w:tblGrid>
      <w:tr w:rsidR="003C7519" w:rsidRPr="00516D12" w:rsidTr="009D0012">
        <w:trPr>
          <w:trHeight w:val="453"/>
        </w:trPr>
        <w:tc>
          <w:tcPr>
            <w:tcW w:w="22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solid" w:color="000000" w:fill="2F5496" w:themeFill="accent5" w:themeFillShade="BF"/>
            <w:noWrap/>
            <w:vAlign w:val="center"/>
            <w:hideMark/>
          </w:tcPr>
          <w:p w:rsidR="003C7519" w:rsidRPr="00516D12" w:rsidRDefault="00E86D0A" w:rsidP="003C7519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NÁZEV PROJEKTU</w:t>
            </w:r>
            <w:r w:rsidR="007D58DB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:</w:t>
            </w:r>
          </w:p>
        </w:tc>
        <w:tc>
          <w:tcPr>
            <w:tcW w:w="467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3C7519" w:rsidRPr="00D763E8" w:rsidRDefault="003C7519" w:rsidP="003C751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516D1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  <w:r w:rsidR="009D0012" w:rsidRPr="00D763E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Zvýšení technologické vybavenosti společnosti Šroub &amp; Matka, spol. s r.o. </w:t>
            </w:r>
            <w:r w:rsidR="006273BE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br/>
            </w:r>
            <w:r w:rsidR="009D0012" w:rsidRPr="00D763E8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v Ostravě</w:t>
            </w:r>
          </w:p>
        </w:tc>
        <w:tc>
          <w:tcPr>
            <w:tcW w:w="216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solid" w:color="000000" w:fill="2F5496" w:themeFill="accent5" w:themeFillShade="BF"/>
            <w:noWrap/>
            <w:vAlign w:val="center"/>
            <w:hideMark/>
          </w:tcPr>
          <w:p w:rsidR="003C7519" w:rsidRPr="00516D12" w:rsidRDefault="00E86D0A" w:rsidP="002D321B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ŽADATEL</w:t>
            </w:r>
            <w:r w:rsidR="007D58DB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:</w:t>
            </w:r>
          </w:p>
        </w:tc>
        <w:tc>
          <w:tcPr>
            <w:tcW w:w="50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3C7519" w:rsidRPr="00516D12" w:rsidRDefault="009D0012" w:rsidP="003C751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9D001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Šroub &amp; Matka, spol. s r.o.</w:t>
            </w:r>
          </w:p>
        </w:tc>
      </w:tr>
      <w:tr w:rsidR="003C7519" w:rsidRPr="00516D12" w:rsidTr="009D0012">
        <w:trPr>
          <w:trHeight w:val="453"/>
        </w:trPr>
        <w:tc>
          <w:tcPr>
            <w:tcW w:w="2263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shd w:val="solid" w:color="000000" w:fill="2F5496" w:themeFill="accent5" w:themeFillShade="BF"/>
            <w:noWrap/>
            <w:vAlign w:val="center"/>
            <w:hideMark/>
          </w:tcPr>
          <w:p w:rsidR="003C7519" w:rsidRPr="00516D12" w:rsidRDefault="007D58DB" w:rsidP="00E86D0A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ZPRACOVAL:</w:t>
            </w:r>
          </w:p>
        </w:tc>
        <w:tc>
          <w:tcPr>
            <w:tcW w:w="467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3C7519" w:rsidRPr="006273BE" w:rsidRDefault="003C7519" w:rsidP="0034390C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516D1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  <w:r w:rsidR="0034390C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Michaela</w:t>
            </w:r>
          </w:p>
        </w:tc>
        <w:tc>
          <w:tcPr>
            <w:tcW w:w="2165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solid" w:color="000000" w:fill="2F5496" w:themeFill="accent5" w:themeFillShade="BF"/>
            <w:noWrap/>
            <w:vAlign w:val="center"/>
            <w:hideMark/>
          </w:tcPr>
          <w:p w:rsidR="003C7519" w:rsidRPr="00516D12" w:rsidRDefault="00E86D0A" w:rsidP="003C7519">
            <w:pP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</w:pPr>
            <w:r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DATUM</w:t>
            </w:r>
            <w:r w:rsidR="007D58DB">
              <w:rPr>
                <w:rFonts w:ascii="Century Gothic" w:eastAsia="Times New Roman" w:hAnsi="Century Gothic" w:cs="Times New Roman"/>
                <w:b/>
                <w:bCs/>
                <w:color w:val="FFFFFF"/>
                <w:sz w:val="20"/>
                <w:szCs w:val="20"/>
              </w:rPr>
              <w:t>:</w:t>
            </w:r>
          </w:p>
        </w:tc>
        <w:tc>
          <w:tcPr>
            <w:tcW w:w="5061" w:type="dxa"/>
            <w:tcBorders>
              <w:top w:val="single" w:sz="4" w:space="0" w:color="A6A6A6"/>
              <w:left w:val="nil"/>
              <w:bottom w:val="single" w:sz="4" w:space="0" w:color="A6A6A6"/>
              <w:right w:val="single" w:sz="4" w:space="0" w:color="A6A6A6"/>
            </w:tcBorders>
            <w:shd w:val="clear" w:color="auto" w:fill="auto"/>
            <w:vAlign w:val="center"/>
            <w:hideMark/>
          </w:tcPr>
          <w:p w:rsidR="003C7519" w:rsidRPr="00516D12" w:rsidRDefault="003C7519" w:rsidP="003C7519">
            <w:pPr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</w:pPr>
            <w:r w:rsidRPr="00516D1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 </w:t>
            </w:r>
            <w:r w:rsidR="009D001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 xml:space="preserve">15. </w:t>
            </w:r>
            <w:r w:rsidR="0081716A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0</w:t>
            </w:r>
            <w:r w:rsidR="009D0012">
              <w:rPr>
                <w:rFonts w:ascii="Century Gothic" w:eastAsia="Times New Roman" w:hAnsi="Century Gothic" w:cs="Times New Roman"/>
                <w:color w:val="000000"/>
                <w:sz w:val="20"/>
                <w:szCs w:val="20"/>
              </w:rPr>
              <w:t>6. 2018</w:t>
            </w:r>
          </w:p>
        </w:tc>
      </w:tr>
    </w:tbl>
    <w:p w:rsidR="008D4662" w:rsidRPr="00516D12" w:rsidRDefault="008D4662">
      <w:pPr>
        <w:rPr>
          <w:rFonts w:ascii="Century Gothic" w:hAnsi="Century Gothic"/>
          <w:sz w:val="20"/>
          <w:szCs w:val="20"/>
        </w:rPr>
      </w:pPr>
    </w:p>
    <w:p w:rsidR="008D4662" w:rsidRPr="00516D12" w:rsidRDefault="00E86D0A">
      <w:pPr>
        <w:rPr>
          <w:rFonts w:ascii="Century Gothic" w:hAnsi="Century Gothic"/>
          <w:sz w:val="20"/>
          <w:szCs w:val="20"/>
        </w:rPr>
      </w:pPr>
      <w:r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1BFF73D9" wp14:editId="6861AE5D">
                <wp:simplePos x="0" y="0"/>
                <wp:positionH relativeFrom="column">
                  <wp:posOffset>3810</wp:posOffset>
                </wp:positionH>
                <wp:positionV relativeFrom="paragraph">
                  <wp:posOffset>37465</wp:posOffset>
                </wp:positionV>
                <wp:extent cx="485140" cy="722630"/>
                <wp:effectExtent l="52705" t="42545" r="81915" b="100965"/>
                <wp:wrapThrough wrapText="bothSides">
                  <wp:wrapPolygon edited="0">
                    <wp:start x="-1894" y="23175"/>
                    <wp:lineTo x="24399" y="23175"/>
                    <wp:lineTo x="25247" y="22606"/>
                    <wp:lineTo x="25247" y="-1310"/>
                    <wp:lineTo x="13373" y="-1879"/>
                    <wp:lineTo x="-1894" y="-1879"/>
                    <wp:lineTo x="-1894" y="23175"/>
                  </wp:wrapPolygon>
                </wp:wrapThrough>
                <wp:docPr id="57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85140" cy="72263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6E0" w:rsidRPr="00D106E0" w:rsidRDefault="00FA27EC" w:rsidP="00D106E0">
                            <w:pPr>
                              <w:pStyle w:val="Zhlav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PROJEKT</w:t>
                            </w:r>
                            <w:r w:rsidR="00753CD0">
                              <w:rPr>
                                <w:rFonts w:ascii="Century Gothic" w:eastAsia="Century Gothic" w:hAnsi="Century Gothic" w:cs="Century Gothic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/AKTIVITA</w:t>
                            </w:r>
                          </w:p>
                        </w:txbxContent>
                      </wps:txbx>
                      <wps:bodyPr vertOverflow="clip" horzOverflow="clip" vert="vert270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FF73D9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position:absolute;margin-left:.3pt;margin-top:2.95pt;width:38.2pt;height:56.9pt;rotation:9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" fillcolor="#44546a [3215]" strokecolor="#a5a5a5 [3206]" strokeweight="1pt">
                <v:shadow on="t" color="#bfbfbf [2412]" opacity="26214f" origin=",-.5" offset="0,1pt"/>
                <v:textbox style="layout-flow:vertical;mso-layout-flow-alt:bottom-to-top">
                  <w:txbxContent>
                    <w:p w:rsidR="00D106E0" w:rsidRPr="00D106E0" w:rsidRDefault="00FA27EC" w:rsidP="00D106E0">
                      <w:pPr>
                        <w:pStyle w:val="Zhlav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color w:val="FFFFFF" w:themeColor="background1"/>
                          <w:sz w:val="20"/>
                          <w:szCs w:val="20"/>
                        </w:rPr>
                        <w:t>PROJEKT</w:t>
                      </w:r>
                      <w:r w:rsidR="00753CD0">
                        <w:rPr>
                          <w:rFonts w:ascii="Century Gothic" w:eastAsia="Century Gothic" w:hAnsi="Century Gothic" w:cs="Century Gothic"/>
                          <w:b/>
                          <w:color w:val="FFFFFF" w:themeColor="background1"/>
                          <w:sz w:val="20"/>
                          <w:szCs w:val="20"/>
                        </w:rPr>
                        <w:t>/AKTIVITA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1716A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114CDF6" wp14:editId="066B23D2">
                <wp:simplePos x="0" y="0"/>
                <wp:positionH relativeFrom="column">
                  <wp:posOffset>1283970</wp:posOffset>
                </wp:positionH>
                <wp:positionV relativeFrom="paragraph">
                  <wp:posOffset>156845</wp:posOffset>
                </wp:positionV>
                <wp:extent cx="7616825" cy="421005"/>
                <wp:effectExtent l="57150" t="38100" r="79375" b="93345"/>
                <wp:wrapThrough wrapText="bothSides">
                  <wp:wrapPolygon edited="0">
                    <wp:start x="-162" y="-1955"/>
                    <wp:lineTo x="-162" y="23457"/>
                    <wp:lineTo x="-108" y="25412"/>
                    <wp:lineTo x="21717" y="25412"/>
                    <wp:lineTo x="21771" y="15638"/>
                    <wp:lineTo x="21771" y="-1955"/>
                    <wp:lineTo x="-162" y="-1955"/>
                  </wp:wrapPolygon>
                </wp:wrapThrough>
                <wp:docPr id="4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16825" cy="421005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81716A" w:rsidRDefault="005317BF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81716A">
                              <w:rPr>
                                <w:sz w:val="28"/>
                              </w:rPr>
                              <w:t xml:space="preserve"> </w:t>
                            </w:r>
                            <w:r w:rsidRPr="0081716A">
                              <w:rPr>
                                <w:rFonts w:ascii="Century Gothic" w:eastAsia="Century Gothic" w:hAnsi="Century Gothic" w:cs="Century Gothic"/>
                                <w:b/>
                                <w:color w:val="FFFFFF" w:themeColor="background1"/>
                                <w:szCs w:val="22"/>
                              </w:rPr>
                              <w:t>Zvýšení</w:t>
                            </w:r>
                            <w:r w:rsidR="0081716A" w:rsidRPr="0081716A">
                              <w:rPr>
                                <w:rFonts w:ascii="Century Gothic" w:eastAsia="Century Gothic" w:hAnsi="Century Gothic" w:cs="Century Gothic"/>
                                <w:b/>
                                <w:color w:val="FFFFFF" w:themeColor="background1"/>
                                <w:szCs w:val="22"/>
                              </w:rPr>
                              <w:t xml:space="preserve"> </w:t>
                            </w:r>
                            <w:r w:rsidRPr="0081716A">
                              <w:rPr>
                                <w:rFonts w:ascii="Century Gothic" w:eastAsia="Century Gothic" w:hAnsi="Century Gothic" w:cs="Century Gothic"/>
                                <w:b/>
                                <w:color w:val="FFFFFF" w:themeColor="background1"/>
                                <w:szCs w:val="22"/>
                              </w:rPr>
                              <w:t>technologické vybavenosti společnosti Šroub &amp; Matka, spol. s r.o. v Ostravě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4CDF6" id="_x0000_s1027" type="#_x0000_t202" style="position:absolute;margin-left:101.1pt;margin-top:12.35pt;width:599.75pt;height:33.1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" fillcolor="#44546a [3215]" strokecolor="#a5a5a5 [3206]" strokeweight="1pt">
                <v:shadow on="t" color="#bfbfbf [2412]" opacity="26214f" origin=",-.5" offset="0,1pt"/>
                <v:textbox>
                  <w:txbxContent>
                    <w:p w:rsidR="008D4662" w:rsidRPr="0081716A" w:rsidRDefault="005317BF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81716A">
                        <w:rPr>
                          <w:sz w:val="28"/>
                        </w:rPr>
                        <w:t xml:space="preserve"> </w:t>
                      </w:r>
                      <w:r w:rsidRPr="0081716A">
                        <w:rPr>
                          <w:rFonts w:ascii="Century Gothic" w:eastAsia="Century Gothic" w:hAnsi="Century Gothic" w:cs="Century Gothic"/>
                          <w:b/>
                          <w:color w:val="FFFFFF" w:themeColor="background1"/>
                          <w:szCs w:val="22"/>
                        </w:rPr>
                        <w:t>Zvýšení</w:t>
                      </w:r>
                      <w:r w:rsidR="0081716A" w:rsidRPr="0081716A">
                        <w:rPr>
                          <w:rFonts w:ascii="Century Gothic" w:eastAsia="Century Gothic" w:hAnsi="Century Gothic" w:cs="Century Gothic"/>
                          <w:b/>
                          <w:color w:val="FFFFFF" w:themeColor="background1"/>
                          <w:szCs w:val="22"/>
                        </w:rPr>
                        <w:t xml:space="preserve"> </w:t>
                      </w:r>
                      <w:r w:rsidRPr="0081716A">
                        <w:rPr>
                          <w:rFonts w:ascii="Century Gothic" w:eastAsia="Century Gothic" w:hAnsi="Century Gothic" w:cs="Century Gothic"/>
                          <w:b/>
                          <w:color w:val="FFFFFF" w:themeColor="background1"/>
                          <w:szCs w:val="22"/>
                        </w:rPr>
                        <w:t>technologické vybavenosti společnosti Šroub &amp; Matka, spol. s r.o. v Ostravě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3C7519" w:rsidRPr="00516D12" w:rsidRDefault="003C7519">
      <w:pPr>
        <w:rPr>
          <w:rFonts w:ascii="Century Gothic" w:hAnsi="Century Gothic"/>
          <w:sz w:val="20"/>
          <w:szCs w:val="20"/>
        </w:rPr>
      </w:pPr>
    </w:p>
    <w:p w:rsidR="003C7519" w:rsidRDefault="00B70E8D">
      <w:pPr>
        <w:rPr>
          <w:rFonts w:ascii="Century Gothic" w:hAnsi="Century Gothic"/>
          <w:sz w:val="20"/>
          <w:szCs w:val="20"/>
        </w:rPr>
      </w:pPr>
      <w:r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0AA1B03" wp14:editId="01D0CE41">
                <wp:simplePos x="0" y="0"/>
                <wp:positionH relativeFrom="column">
                  <wp:posOffset>-8890</wp:posOffset>
                </wp:positionH>
                <wp:positionV relativeFrom="paragraph">
                  <wp:posOffset>1289685</wp:posOffset>
                </wp:positionV>
                <wp:extent cx="492125" cy="678815"/>
                <wp:effectExtent l="46355" t="42545" r="62230" b="74930"/>
                <wp:wrapThrough wrapText="bothSides">
                  <wp:wrapPolygon edited="0">
                    <wp:start x="-1867" y="22267"/>
                    <wp:lineTo x="920" y="23075"/>
                    <wp:lineTo x="23774" y="23075"/>
                    <wp:lineTo x="24331" y="22267"/>
                    <wp:lineTo x="24331" y="-768"/>
                    <wp:lineTo x="17085" y="-1576"/>
                    <wp:lineTo x="7609" y="-1576"/>
                    <wp:lineTo x="-753" y="-768"/>
                    <wp:lineTo x="-1867" y="-768"/>
                    <wp:lineTo x="-1867" y="22267"/>
                  </wp:wrapPolygon>
                </wp:wrapThrough>
                <wp:docPr id="53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92125" cy="67881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6E0" w:rsidRPr="00E86D0A" w:rsidRDefault="00FA27EC" w:rsidP="00D106E0">
                            <w:pPr>
                              <w:pStyle w:val="Zhlav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="Century Gothic"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ČINNOST</w:t>
                            </w:r>
                          </w:p>
                        </w:txbxContent>
                      </wps:txbx>
                      <wps:bodyPr vertOverflow="clip" horzOverflow="clip" vert="vert270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AA1B03" id="TextBox 20" o:spid="_x0000_s1028" type="#_x0000_t202" style="position:absolute;margin-left:-.7pt;margin-top:101.55pt;width:38.75pt;height:53.45pt;rotation:90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" fillcolor="#acb9ca [1311]" strokecolor="#acb9ca [1311]" strokeweight="1pt">
                <v:shadow on="t" color="#bfbfbf [2412]" opacity="26214f" origin=",-.5" offset="0,1pt"/>
                <v:textbox style="layout-flow:vertical;mso-layout-flow-alt:bottom-to-top">
                  <w:txbxContent>
                    <w:p w:rsidR="00D106E0" w:rsidRPr="00E86D0A" w:rsidRDefault="00FA27EC" w:rsidP="00D106E0">
                      <w:pPr>
                        <w:pStyle w:val="Zhlav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rFonts w:eastAsia="Century Gothic"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ČINNOST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9FBFD80" wp14:editId="0B30AFA0">
                <wp:simplePos x="0" y="0"/>
                <wp:positionH relativeFrom="column">
                  <wp:posOffset>845185</wp:posOffset>
                </wp:positionH>
                <wp:positionV relativeFrom="paragraph">
                  <wp:posOffset>677545</wp:posOffset>
                </wp:positionV>
                <wp:extent cx="1727200" cy="422275"/>
                <wp:effectExtent l="50800" t="38100" r="63500" b="73025"/>
                <wp:wrapThrough wrapText="bothSides">
                  <wp:wrapPolygon edited="0">
                    <wp:start x="-318" y="-1949"/>
                    <wp:lineTo x="-635" y="-1299"/>
                    <wp:lineTo x="-635" y="22737"/>
                    <wp:lineTo x="-318" y="24686"/>
                    <wp:lineTo x="21918" y="24686"/>
                    <wp:lineTo x="22235" y="20138"/>
                    <wp:lineTo x="22235" y="9095"/>
                    <wp:lineTo x="21918" y="-650"/>
                    <wp:lineTo x="21918" y="-1949"/>
                    <wp:lineTo x="-318" y="-1949"/>
                  </wp:wrapPolygon>
                </wp:wrapThrough>
                <wp:docPr id="5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00" cy="4222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D3E87" w:rsidRDefault="005317BF" w:rsidP="005317BF">
                            <w:pPr>
                              <w:pStyle w:val="Normlnweb"/>
                              <w:spacing w:before="0" w:beforeAutospacing="0" w:after="0" w:afterAutospacing="0"/>
                              <w:ind w:left="360"/>
                              <w:jc w:val="center"/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1</w:t>
                            </w:r>
                            <w:r w:rsidR="0070540D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VŘ č. 1</w:t>
                            </w:r>
                            <w:r w:rsidR="002D3E87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8D4662" w:rsidRPr="005317BF" w:rsidRDefault="002D3E87" w:rsidP="005317BF">
                            <w:pPr>
                              <w:pStyle w:val="Normlnweb"/>
                              <w:spacing w:before="0" w:beforeAutospacing="0" w:after="0" w:afterAutospacing="0"/>
                              <w:ind w:left="36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(2 ks</w:t>
                            </w:r>
                            <w:r w:rsidR="00914923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technologií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vertOverflow="clip" horzOverflow="clip" wrap="square" rtlCol="0" anchor="ctr" anchorCtr="0"/>
                    </wps:wsp>
                  </a:graphicData>
                </a:graphic>
              </wp:anchor>
            </w:drawing>
          </mc:Choice>
          <mc:Fallback>
            <w:pict>
              <v:shapetype w14:anchorId="19FBFD80" id="_x0000_t202" coordsize="21600,21600" o:spt="202" path="m,l,21600r21600,l21600,xe">
                <v:stroke joinstyle="miter"/>
                <v:path gradientshapeok="t" o:connecttype="rect"/>
              </v:shapetype>
              <v:shape id="TextBox 4" o:spid="_x0000_s1029" type="#_x0000_t202" style="position:absolute;margin-left:66.55pt;margin-top:53.35pt;width:136pt;height:33.2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" fillcolor="#8496b0 [1951]" strokecolor="#a5a5a5 [3206]" strokeweight="1pt">
                <v:shadow on="t" color="#bfbfbf [2412]" opacity="26214f" origin=",-.5" offset="0,1pt"/>
                <v:textbox>
                  <w:txbxContent>
                    <w:p w:rsidR="002D3E87" w:rsidRDefault="005317BF" w:rsidP="005317BF">
                      <w:pPr>
                        <w:pStyle w:val="Normlnweb"/>
                        <w:spacing w:before="0" w:beforeAutospacing="0" w:after="0" w:afterAutospacing="0"/>
                        <w:ind w:left="360"/>
                        <w:jc w:val="center"/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</w:pPr>
                      <w:r w:rsidRPr="005317BF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1</w:t>
                      </w:r>
                      <w:r w:rsidR="0070540D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.</w:t>
                      </w:r>
                      <w:r w:rsidRPr="005317BF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VŘ č. 1</w:t>
                      </w:r>
                      <w:r w:rsidR="002D3E87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</w:t>
                      </w:r>
                    </w:p>
                    <w:p w:rsidR="008D4662" w:rsidRPr="005317BF" w:rsidRDefault="002D3E87" w:rsidP="005317BF">
                      <w:pPr>
                        <w:pStyle w:val="Normlnweb"/>
                        <w:spacing w:before="0" w:beforeAutospacing="0" w:after="0" w:afterAutospacing="0"/>
                        <w:ind w:left="36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(2 ks</w:t>
                      </w:r>
                      <w:r w:rsidR="00914923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technologií</w:t>
                      </w:r>
                      <w:r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37703AA" wp14:editId="65CE337C">
                <wp:simplePos x="0" y="0"/>
                <wp:positionH relativeFrom="column">
                  <wp:posOffset>8106696</wp:posOffset>
                </wp:positionH>
                <wp:positionV relativeFrom="paragraph">
                  <wp:posOffset>450215</wp:posOffset>
                </wp:positionV>
                <wp:extent cx="0" cy="351503"/>
                <wp:effectExtent l="0" t="0" r="25400" b="29845"/>
                <wp:wrapThrough wrapText="bothSides">
                  <wp:wrapPolygon edited="0">
                    <wp:start x="-1" y="0"/>
                    <wp:lineTo x="-1" y="21873"/>
                    <wp:lineTo x="-1" y="21873"/>
                    <wp:lineTo x="-1" y="0"/>
                    <wp:lineTo x="-1" y="0"/>
                  </wp:wrapPolygon>
                </wp:wrapThrough>
                <wp:docPr id="80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50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77484C" id="Straight Connector 79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8.3pt,35.45pt" to="638.3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19669423" wp14:editId="329A1C40">
                <wp:simplePos x="0" y="0"/>
                <wp:positionH relativeFrom="column">
                  <wp:posOffset>7422632</wp:posOffset>
                </wp:positionH>
                <wp:positionV relativeFrom="paragraph">
                  <wp:posOffset>1182324</wp:posOffset>
                </wp:positionV>
                <wp:extent cx="0" cy="355053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81" name="Straight Connector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05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81E6009" id="Straight Connector 80" o:spid="_x0000_s1026" style="position:absolute;z-index:2517125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4.45pt,93.1pt" to="584.45pt,1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7301AFC" wp14:editId="5D3A94EC">
                <wp:simplePos x="0" y="0"/>
                <wp:positionH relativeFrom="column">
                  <wp:posOffset>8106696</wp:posOffset>
                </wp:positionH>
                <wp:positionV relativeFrom="paragraph">
                  <wp:posOffset>1182324</wp:posOffset>
                </wp:positionV>
                <wp:extent cx="0" cy="355053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82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05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FD191D" id="Straight Connector 81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8.3pt,93.1pt" to="638.3pt,1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DF6D84F" wp14:editId="2B6FFB20">
                <wp:simplePos x="0" y="0"/>
                <wp:positionH relativeFrom="column">
                  <wp:posOffset>8790760</wp:posOffset>
                </wp:positionH>
                <wp:positionV relativeFrom="paragraph">
                  <wp:posOffset>1182324</wp:posOffset>
                </wp:positionV>
                <wp:extent cx="0" cy="355053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83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05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6203407" id="Straight Connector 82" o:spid="_x0000_s1026" style="position:absolute;z-index:251714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2.2pt,93.1pt" to="692.2pt,1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9D1842F" wp14:editId="0201C8DB">
                <wp:simplePos x="0" y="0"/>
                <wp:positionH relativeFrom="column">
                  <wp:posOffset>8106696</wp:posOffset>
                </wp:positionH>
                <wp:positionV relativeFrom="paragraph">
                  <wp:posOffset>852275</wp:posOffset>
                </wp:positionV>
                <wp:extent cx="0" cy="351503"/>
                <wp:effectExtent l="0" t="0" r="25400" b="29845"/>
                <wp:wrapThrough wrapText="bothSides">
                  <wp:wrapPolygon edited="0">
                    <wp:start x="-1" y="0"/>
                    <wp:lineTo x="-1" y="21873"/>
                    <wp:lineTo x="-1" y="21873"/>
                    <wp:lineTo x="-1" y="0"/>
                    <wp:lineTo x="-1" y="0"/>
                  </wp:wrapPolygon>
                </wp:wrapThrough>
                <wp:docPr id="84" name="Straight Connecto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50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6E8B837" id="Straight Connector 83" o:spid="_x0000_s1026" style="position:absolute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8.3pt,67.1pt" to="638.3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2EBD6D5F" wp14:editId="72BEB6F3">
                <wp:simplePos x="0" y="0"/>
                <wp:positionH relativeFrom="column">
                  <wp:posOffset>7416631</wp:posOffset>
                </wp:positionH>
                <wp:positionV relativeFrom="paragraph">
                  <wp:posOffset>1182324</wp:posOffset>
                </wp:positionV>
                <wp:extent cx="1375754" cy="0"/>
                <wp:effectExtent l="0" t="0" r="21590" b="25400"/>
                <wp:wrapThrough wrapText="bothSides">
                  <wp:wrapPolygon edited="0">
                    <wp:start x="0" y="-1"/>
                    <wp:lineTo x="0" y="-1"/>
                    <wp:lineTo x="21540" y="-1"/>
                    <wp:lineTo x="21540" y="-1"/>
                    <wp:lineTo x="0" y="-1"/>
                  </wp:wrapPolygon>
                </wp:wrapThrough>
                <wp:docPr id="88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5754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A4E9844" id="Straight Connector 87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4pt,93.1pt" to="692.35pt,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521B239" wp14:editId="6D490CE0">
                <wp:simplePos x="0" y="0"/>
                <wp:positionH relativeFrom="column">
                  <wp:posOffset>1746169</wp:posOffset>
                </wp:positionH>
                <wp:positionV relativeFrom="paragraph">
                  <wp:posOffset>450215</wp:posOffset>
                </wp:positionV>
                <wp:extent cx="0" cy="351672"/>
                <wp:effectExtent l="0" t="0" r="25400" b="29845"/>
                <wp:wrapThrough wrapText="bothSides">
                  <wp:wrapPolygon edited="0">
                    <wp:start x="-1" y="0"/>
                    <wp:lineTo x="-1" y="21873"/>
                    <wp:lineTo x="-1" y="21873"/>
                    <wp:lineTo x="-1" y="0"/>
                    <wp:lineTo x="-1" y="0"/>
                  </wp:wrapPolygon>
                </wp:wrapThrough>
                <wp:docPr id="43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672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2F6E03" id="Straight Connector 4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pt,35.45pt" to="137.5pt,6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CE124B" wp14:editId="267FDAB3">
                <wp:simplePos x="0" y="0"/>
                <wp:positionH relativeFrom="column">
                  <wp:posOffset>1056050</wp:posOffset>
                </wp:positionH>
                <wp:positionV relativeFrom="paragraph">
                  <wp:posOffset>1182324</wp:posOffset>
                </wp:positionV>
                <wp:extent cx="0" cy="355514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44" name="Straight Connector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51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C3B4778" id="Straight Connector 4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15pt,93.1pt" to="83.15pt,1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DABFF8" wp14:editId="11F5B91B">
                <wp:simplePos x="0" y="0"/>
                <wp:positionH relativeFrom="column">
                  <wp:posOffset>1746169</wp:posOffset>
                </wp:positionH>
                <wp:positionV relativeFrom="paragraph">
                  <wp:posOffset>1182324</wp:posOffset>
                </wp:positionV>
                <wp:extent cx="0" cy="355514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45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51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A9060C" id="Straight Connector 44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pt,93.1pt" to="137.5pt,1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112B8B7" wp14:editId="1ACAFD81">
                <wp:simplePos x="0" y="0"/>
                <wp:positionH relativeFrom="column">
                  <wp:posOffset>2424287</wp:posOffset>
                </wp:positionH>
                <wp:positionV relativeFrom="paragraph">
                  <wp:posOffset>1182324</wp:posOffset>
                </wp:positionV>
                <wp:extent cx="0" cy="355514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46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5514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E034CD" id="Straight Connector 45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0.9pt,93.1pt" to="190.9pt,1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6F08736" wp14:editId="786BF648">
                <wp:simplePos x="0" y="0"/>
                <wp:positionH relativeFrom="column">
                  <wp:posOffset>1746169</wp:posOffset>
                </wp:positionH>
                <wp:positionV relativeFrom="paragraph">
                  <wp:posOffset>852275</wp:posOffset>
                </wp:positionV>
                <wp:extent cx="0" cy="351671"/>
                <wp:effectExtent l="0" t="0" r="25400" b="29845"/>
                <wp:wrapThrough wrapText="bothSides">
                  <wp:wrapPolygon edited="0">
                    <wp:start x="-1" y="0"/>
                    <wp:lineTo x="-1" y="21873"/>
                    <wp:lineTo x="-1" y="21873"/>
                    <wp:lineTo x="-1" y="0"/>
                    <wp:lineTo x="-1" y="0"/>
                  </wp:wrapPolygon>
                </wp:wrapThrough>
                <wp:docPr id="47" name="Straight Connector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671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D5A2307" id="Straight Connector 46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7.5pt,67.1pt" to="137.5pt,9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2EDA89" wp14:editId="1265DE15">
                <wp:simplePos x="0" y="0"/>
                <wp:positionH relativeFrom="column">
                  <wp:posOffset>1050050</wp:posOffset>
                </wp:positionH>
                <wp:positionV relativeFrom="paragraph">
                  <wp:posOffset>1182324</wp:posOffset>
                </wp:positionV>
                <wp:extent cx="1376069" cy="0"/>
                <wp:effectExtent l="0" t="0" r="20955" b="25400"/>
                <wp:wrapThrough wrapText="bothSides">
                  <wp:wrapPolygon edited="0">
                    <wp:start x="0" y="-1"/>
                    <wp:lineTo x="0" y="-1"/>
                    <wp:lineTo x="21530" y="-1"/>
                    <wp:lineTo x="21530" y="-1"/>
                    <wp:lineTo x="0" y="-1"/>
                  </wp:wrapPolygon>
                </wp:wrapThrough>
                <wp:docPr id="55" name="Straight Connecto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6069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DD4729A" id="Straight Connector 54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2.7pt,93.1pt" to="191.05pt,9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A05D24C" wp14:editId="6C616DF8">
                <wp:simplePos x="0" y="0"/>
                <wp:positionH relativeFrom="column">
                  <wp:posOffset>4926861</wp:posOffset>
                </wp:positionH>
                <wp:positionV relativeFrom="paragraph">
                  <wp:posOffset>89170</wp:posOffset>
                </wp:positionV>
                <wp:extent cx="0" cy="353287"/>
                <wp:effectExtent l="0" t="0" r="25400" b="27940"/>
                <wp:wrapThrough wrapText="bothSides">
                  <wp:wrapPolygon edited="0">
                    <wp:start x="-1" y="0"/>
                    <wp:lineTo x="-1" y="21755"/>
                    <wp:lineTo x="-1" y="21755"/>
                    <wp:lineTo x="-1" y="0"/>
                    <wp:lineTo x="-1" y="0"/>
                  </wp:wrapPolygon>
                </wp:wrapThrough>
                <wp:docPr id="42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3287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198D6BA" id="Straight Connector 41" o:spid="_x0000_s1026" style="position:absolute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7.95pt,7pt" to="387.95pt,3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D106E0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0C4C46B" wp14:editId="47B02A7E">
                <wp:simplePos x="0" y="0"/>
                <wp:positionH relativeFrom="column">
                  <wp:posOffset>1734201</wp:posOffset>
                </wp:positionH>
                <wp:positionV relativeFrom="paragraph">
                  <wp:posOffset>449233</wp:posOffset>
                </wp:positionV>
                <wp:extent cx="6374160" cy="0"/>
                <wp:effectExtent l="0" t="0" r="26670" b="25400"/>
                <wp:wrapThrough wrapText="bothSides">
                  <wp:wrapPolygon edited="0">
                    <wp:start x="0" y="-1"/>
                    <wp:lineTo x="0" y="-1"/>
                    <wp:lineTo x="21604" y="-1"/>
                    <wp:lineTo x="21604" y="-1"/>
                    <wp:lineTo x="0" y="-1"/>
                  </wp:wrapPolygon>
                </wp:wrapThrough>
                <wp:docPr id="56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416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98E60FC" id="Straight Connector 55" o:spid="_x0000_s1026" style="position:absolute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36.55pt,35.35pt" to="638.45pt,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" strokecolor="#a5a5a5 [3206]" strokeweight="1.5pt">
                <v:stroke joinstyle="miter"/>
                <w10:wrap type="through"/>
              </v:line>
            </w:pict>
          </mc:Fallback>
        </mc:AlternateContent>
      </w:r>
    </w:p>
    <w:p w:rsidR="00E92629" w:rsidRPr="00E92629" w:rsidRDefault="00E92629" w:rsidP="00E92629">
      <w:pPr>
        <w:rPr>
          <w:rFonts w:ascii="Century Gothic" w:hAnsi="Century Gothic"/>
          <w:sz w:val="20"/>
          <w:szCs w:val="20"/>
        </w:rPr>
      </w:pPr>
    </w:p>
    <w:p w:rsidR="00E92629" w:rsidRPr="00E92629" w:rsidRDefault="00C87F96" w:rsidP="00E92629">
      <w:pPr>
        <w:rPr>
          <w:rFonts w:ascii="Century Gothic" w:hAnsi="Century Gothic"/>
          <w:sz w:val="20"/>
          <w:szCs w:val="20"/>
        </w:rPr>
      </w:pPr>
      <w:r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95ECECE" wp14:editId="40D37ED9">
                <wp:simplePos x="0" y="0"/>
                <wp:positionH relativeFrom="column">
                  <wp:posOffset>4407203</wp:posOffset>
                </wp:positionH>
                <wp:positionV relativeFrom="paragraph">
                  <wp:posOffset>147016</wp:posOffset>
                </wp:positionV>
                <wp:extent cx="0" cy="351495"/>
                <wp:effectExtent l="0" t="0" r="25400" b="29845"/>
                <wp:wrapThrough wrapText="bothSides">
                  <wp:wrapPolygon edited="0">
                    <wp:start x="-1" y="0"/>
                    <wp:lineTo x="-1" y="21873"/>
                    <wp:lineTo x="-1" y="21873"/>
                    <wp:lineTo x="-1" y="0"/>
                    <wp:lineTo x="-1" y="0"/>
                  </wp:wrapPolygon>
                </wp:wrapThrough>
                <wp:docPr id="60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49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77DCA8" id="Straight Connector 59" o:spid="_x0000_s1026" style="position:absolute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7pt,11.6pt" to="347pt,3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" strokecolor="#a5a5a5 [3206]" strokeweight="1.5pt">
                <v:stroke joinstyle="miter"/>
                <w10:wrap type="through"/>
              </v:line>
            </w:pict>
          </mc:Fallback>
        </mc:AlternateContent>
      </w:r>
    </w:p>
    <w:p w:rsidR="00E92629" w:rsidRPr="00E92629" w:rsidRDefault="00FA27EC" w:rsidP="00E92629">
      <w:pPr>
        <w:rPr>
          <w:rFonts w:ascii="Century Gothic" w:hAnsi="Century Gothic"/>
          <w:sz w:val="20"/>
          <w:szCs w:val="20"/>
        </w:rPr>
      </w:pPr>
      <w:r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695056A1" wp14:editId="42853435">
                <wp:simplePos x="0" y="0"/>
                <wp:positionH relativeFrom="column">
                  <wp:posOffset>-25400</wp:posOffset>
                </wp:positionH>
                <wp:positionV relativeFrom="paragraph">
                  <wp:posOffset>114300</wp:posOffset>
                </wp:positionV>
                <wp:extent cx="494030" cy="688340"/>
                <wp:effectExtent l="55245" t="40005" r="75565" b="94615"/>
                <wp:wrapThrough wrapText="bothSides">
                  <wp:wrapPolygon edited="0">
                    <wp:start x="-1749" y="23334"/>
                    <wp:lineTo x="24071" y="23334"/>
                    <wp:lineTo x="24904" y="22736"/>
                    <wp:lineTo x="24904" y="-1176"/>
                    <wp:lineTo x="13243" y="-1773"/>
                    <wp:lineTo x="-1749" y="-1773"/>
                    <wp:lineTo x="-1749" y="23334"/>
                  </wp:wrapPolygon>
                </wp:wrapThrough>
                <wp:docPr id="52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494030" cy="68834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6E0" w:rsidRPr="00D106E0" w:rsidRDefault="00FA27EC" w:rsidP="00D106E0">
                            <w:pPr>
                              <w:pStyle w:val="Zhlav"/>
                              <w:jc w:val="center"/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SKUPINA ČINNOSTÍ</w:t>
                            </w:r>
                          </w:p>
                        </w:txbxContent>
                      </wps:txbx>
                      <wps:bodyPr vertOverflow="clip" horzOverflow="clip" vert="vert270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5056A1" id="TextBox 17" o:spid="_x0000_s1030" type="#_x0000_t202" style="position:absolute;margin-left:-2pt;margin-top:9pt;width:38.9pt;height:54.2pt;rotation:9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" fillcolor="#8496b0 [1951]" strokecolor="#a5a5a5 [3206]" strokeweight="1pt">
                <v:shadow on="t" color="#bfbfbf [2412]" opacity="26214f" origin=",-.5" offset="0,1pt"/>
                <v:textbox style="layout-flow:vertical;mso-layout-flow-alt:bottom-to-top">
                  <w:txbxContent>
                    <w:p w:rsidR="00D106E0" w:rsidRPr="00D106E0" w:rsidRDefault="00FA27EC" w:rsidP="00D106E0">
                      <w:pPr>
                        <w:pStyle w:val="Zhlav"/>
                        <w:jc w:val="center"/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0"/>
                          <w:szCs w:val="20"/>
                        </w:rPr>
                        <w:t>SKUPINA ČINNOSTÍ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87F96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44A155C" wp14:editId="2F672941">
                <wp:simplePos x="0" y="0"/>
                <wp:positionH relativeFrom="column">
                  <wp:posOffset>6537798</wp:posOffset>
                </wp:positionH>
                <wp:positionV relativeFrom="paragraph">
                  <wp:posOffset>7023</wp:posOffset>
                </wp:positionV>
                <wp:extent cx="0" cy="351503"/>
                <wp:effectExtent l="0" t="0" r="25400" b="29845"/>
                <wp:wrapThrough wrapText="bothSides">
                  <wp:wrapPolygon edited="0">
                    <wp:start x="-1" y="0"/>
                    <wp:lineTo x="-1" y="21873"/>
                    <wp:lineTo x="-1" y="21873"/>
                    <wp:lineTo x="-1" y="0"/>
                    <wp:lineTo x="-1" y="0"/>
                  </wp:wrapPolygon>
                </wp:wrapThrough>
                <wp:docPr id="70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50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6369C92" id="Straight Connector 69" o:spid="_x0000_s1026" style="position:absolute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4.8pt,.55pt" to="514.8pt,2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5317BF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1005AC17" wp14:editId="740F1620">
                <wp:simplePos x="0" y="0"/>
                <wp:positionH relativeFrom="column">
                  <wp:posOffset>-1006475</wp:posOffset>
                </wp:positionH>
                <wp:positionV relativeFrom="paragraph">
                  <wp:posOffset>2503805</wp:posOffset>
                </wp:positionV>
                <wp:extent cx="2286000" cy="482600"/>
                <wp:effectExtent l="63500" t="31750" r="82550" b="101600"/>
                <wp:wrapThrough wrapText="bothSides">
                  <wp:wrapPolygon edited="0">
                    <wp:start x="-300" y="24442"/>
                    <wp:lineTo x="20220" y="24442"/>
                    <wp:lineTo x="22380" y="23589"/>
                    <wp:lineTo x="22380" y="-1989"/>
                    <wp:lineTo x="20220" y="-2842"/>
                    <wp:lineTo x="-300" y="-2842"/>
                    <wp:lineTo x="-300" y="24442"/>
                  </wp:wrapPolygon>
                </wp:wrapThrough>
                <wp:docPr id="58" name="Text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5400000">
                          <a:off x="0" y="0"/>
                          <a:ext cx="2286000" cy="4826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6E0" w:rsidRPr="00280CC2" w:rsidRDefault="00FA27EC" w:rsidP="00D106E0">
                            <w:pPr>
                              <w:pStyle w:val="Zhlav"/>
                              <w:jc w:val="center"/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</w:pPr>
                            <w:r w:rsidRPr="00280CC2">
                              <w:rPr>
                                <w:rFonts w:cstheme="minorHAnsi"/>
                                <w:b/>
                                <w:color w:val="FFFFFF" w:themeColor="background1"/>
                                <w:sz w:val="20"/>
                                <w:szCs w:val="20"/>
                              </w:rPr>
                              <w:t>ÚKOL</w:t>
                            </w:r>
                          </w:p>
                        </w:txbxContent>
                      </wps:txbx>
                      <wps:bodyPr vertOverflow="clip" horzOverflow="clip" vert="vert270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5AC17" id="_x0000_s1031" type="#_x0000_t202" style="position:absolute;margin-left:-79.25pt;margin-top:197.15pt;width:180pt;height:38pt;rotation:90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" fillcolor="#d5dce4 [671]" strokecolor="#a5a5a5 [3206]" strokeweight="1pt">
                <v:shadow on="t" color="#bfbfbf [2412]" opacity="26214f" origin=",-.5" offset="0,1pt"/>
                <v:textbox style="layout-flow:vertical;mso-layout-flow-alt:bottom-to-top">
                  <w:txbxContent>
                    <w:p w:rsidR="00D106E0" w:rsidRPr="00280CC2" w:rsidRDefault="00FA27EC" w:rsidP="00D106E0">
                      <w:pPr>
                        <w:pStyle w:val="Zhlav"/>
                        <w:jc w:val="center"/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</w:pPr>
                      <w:r w:rsidRPr="00280CC2">
                        <w:rPr>
                          <w:rFonts w:cstheme="minorHAnsi"/>
                          <w:b/>
                          <w:color w:val="FFFFFF" w:themeColor="background1"/>
                          <w:sz w:val="20"/>
                          <w:szCs w:val="20"/>
                        </w:rPr>
                        <w:t>ÚKOL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5317BF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5B72778" wp14:editId="5D3697AE">
                <wp:simplePos x="0" y="0"/>
                <wp:positionH relativeFrom="column">
                  <wp:posOffset>1063956</wp:posOffset>
                </wp:positionH>
                <wp:positionV relativeFrom="paragraph">
                  <wp:posOffset>1493603</wp:posOffset>
                </wp:positionV>
                <wp:extent cx="0" cy="634023"/>
                <wp:effectExtent l="0" t="0" r="25400" b="26670"/>
                <wp:wrapThrough wrapText="bothSides">
                  <wp:wrapPolygon edited="0">
                    <wp:start x="-1" y="0"/>
                    <wp:lineTo x="-1" y="21643"/>
                    <wp:lineTo x="-1" y="21643"/>
                    <wp:lineTo x="-1" y="0"/>
                    <wp:lineTo x="-1" y="0"/>
                  </wp:wrapPolygon>
                </wp:wrapThrough>
                <wp:docPr id="50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4023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36C0349" id="Straight Connector 49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3.8pt,117.6pt" to="83.8pt,16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5317BF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659957" wp14:editId="6905865F">
                <wp:simplePos x="0" y="0"/>
                <wp:positionH relativeFrom="column">
                  <wp:posOffset>671830</wp:posOffset>
                </wp:positionH>
                <wp:positionV relativeFrom="paragraph">
                  <wp:posOffset>904875</wp:posOffset>
                </wp:positionV>
                <wp:extent cx="738505" cy="572135"/>
                <wp:effectExtent l="57150" t="38100" r="80645" b="94615"/>
                <wp:wrapThrough wrapText="bothSides">
                  <wp:wrapPolygon edited="0">
                    <wp:start x="-1672" y="-1438"/>
                    <wp:lineTo x="-1672" y="22295"/>
                    <wp:lineTo x="-1114" y="24453"/>
                    <wp:lineTo x="22844" y="24453"/>
                    <wp:lineTo x="23402" y="22295"/>
                    <wp:lineTo x="23402" y="-1438"/>
                    <wp:lineTo x="-1672" y="-1438"/>
                  </wp:wrapPolygon>
                </wp:wrapThrough>
                <wp:docPr id="9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57213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5317BF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1.1 </w:t>
                            </w:r>
                            <w:r w:rsidR="005317BF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Příprava, Vyhlášení</w:t>
                            </w:r>
                            <w:r w:rsidR="005317BF"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659957" id="TextBox 8" o:spid="_x0000_s1032" type="#_x0000_t202" style="position:absolute;margin-left:52.9pt;margin-top:71.25pt;width:58.15pt;height:4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8D4662" w:rsidRPr="005317BF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5317BF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1.1 </w:t>
                      </w:r>
                      <w:r w:rsidR="005317BF" w:rsidRPr="00933728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Příprava, Vyhlášení</w:t>
                      </w:r>
                      <w:r w:rsidR="005317BF" w:rsidRPr="005317BF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:rsidR="00E92629" w:rsidRPr="00E92629" w:rsidRDefault="00E27FED" w:rsidP="00E92629">
      <w:pPr>
        <w:rPr>
          <w:rFonts w:ascii="Century Gothic" w:hAnsi="Century Gothic"/>
          <w:sz w:val="20"/>
          <w:szCs w:val="20"/>
        </w:rPr>
      </w:pPr>
      <w:r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2C397CF" wp14:editId="6E538570">
                <wp:simplePos x="0" y="0"/>
                <wp:positionH relativeFrom="column">
                  <wp:posOffset>3525880</wp:posOffset>
                </wp:positionH>
                <wp:positionV relativeFrom="paragraph">
                  <wp:posOffset>48895</wp:posOffset>
                </wp:positionV>
                <wp:extent cx="1728557" cy="422504"/>
                <wp:effectExtent l="50800" t="38100" r="62230" b="73025"/>
                <wp:wrapThrough wrapText="bothSides">
                  <wp:wrapPolygon edited="0">
                    <wp:start x="-317" y="-1949"/>
                    <wp:lineTo x="-635" y="-1299"/>
                    <wp:lineTo x="-635" y="22737"/>
                    <wp:lineTo x="-317" y="24686"/>
                    <wp:lineTo x="21902" y="24686"/>
                    <wp:lineTo x="22219" y="20138"/>
                    <wp:lineTo x="22219" y="9095"/>
                    <wp:lineTo x="21902" y="-650"/>
                    <wp:lineTo x="21902" y="-1949"/>
                    <wp:lineTo x="-317" y="-1949"/>
                  </wp:wrapPolygon>
                </wp:wrapThrough>
                <wp:docPr id="18" name="Text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557" cy="422504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5317BF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2</w:t>
                            </w:r>
                            <w:r w:rsidR="0070540D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5317BF"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VŘ č. 2</w:t>
                            </w:r>
                            <w:r w:rsidR="002D3E87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2D3E87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br/>
                              <w:t>(6 ks</w:t>
                            </w:r>
                            <w:r w:rsidR="00914923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technologií</w:t>
                            </w:r>
                            <w:r w:rsidR="002D3E87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vertOverflow="clip" horzOverflow="clip" wrap="square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62C397CF" id="_x0000_s1033" type="#_x0000_t202" style="position:absolute;margin-left:277.65pt;margin-top:3.85pt;width:136.1pt;height:33.2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" fillcolor="#8496b0 [1951]" strokecolor="#a5a5a5 [3206]" strokeweight="1pt">
                <v:shadow on="t" color="#bfbfbf [2412]" opacity="26214f" origin=",-.5" offset="0,1pt"/>
                <v:textbox>
                  <w:txbxContent>
                    <w:p w:rsidR="008D4662" w:rsidRPr="005317BF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5317BF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2</w:t>
                      </w:r>
                      <w:r w:rsidR="0070540D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.</w:t>
                      </w:r>
                      <w:r w:rsidR="005317BF" w:rsidRPr="005317BF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VŘ č. 2</w:t>
                      </w:r>
                      <w:r w:rsidR="002D3E87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2D3E87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br/>
                        <w:t>(6 ks</w:t>
                      </w:r>
                      <w:r w:rsidR="00914923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technologií</w:t>
                      </w:r>
                      <w:r w:rsidR="002D3E87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)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43B9629E" wp14:editId="440B1FE5">
                <wp:simplePos x="0" y="0"/>
                <wp:positionH relativeFrom="column">
                  <wp:posOffset>5485775</wp:posOffset>
                </wp:positionH>
                <wp:positionV relativeFrom="paragraph">
                  <wp:posOffset>44431</wp:posOffset>
                </wp:positionV>
                <wp:extent cx="1728397" cy="422513"/>
                <wp:effectExtent l="50800" t="38100" r="62865" b="73025"/>
                <wp:wrapThrough wrapText="bothSides">
                  <wp:wrapPolygon edited="0">
                    <wp:start x="-318" y="-1949"/>
                    <wp:lineTo x="-635" y="-1299"/>
                    <wp:lineTo x="-635" y="22737"/>
                    <wp:lineTo x="-318" y="24686"/>
                    <wp:lineTo x="21910" y="24686"/>
                    <wp:lineTo x="22227" y="20138"/>
                    <wp:lineTo x="22227" y="9095"/>
                    <wp:lineTo x="21910" y="-650"/>
                    <wp:lineTo x="21910" y="-1949"/>
                    <wp:lineTo x="-318" y="-1949"/>
                  </wp:wrapPolygon>
                </wp:wrapThrough>
                <wp:docPr id="26" name="Text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8397" cy="42251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5317BF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3</w:t>
                            </w:r>
                            <w:r w:rsidR="0070540D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317BF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Přímý</w:t>
                            </w:r>
                            <w:r w:rsidR="00933728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317BF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nákup (bez VŘ</w:t>
                            </w:r>
                            <w:r w:rsid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  <w:r w:rsidR="0070540D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br/>
                            </w:r>
                            <w:r w:rsidR="002D3E87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(2</w:t>
                            </w:r>
                            <w:r w:rsidR="0070540D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bookmarkStart w:id="0" w:name="_GoBack"/>
                            <w:bookmarkEnd w:id="0"/>
                            <w:r w:rsidR="002D3E87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ks</w:t>
                            </w:r>
                            <w:r w:rsidR="00914923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technologií</w:t>
                            </w:r>
                            <w:r w:rsidR="002D3E87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vertOverflow="clip" horzOverflow="clip" wrap="square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43B9629E" id="TextBox 25" o:spid="_x0000_s1034" type="#_x0000_t202" style="position:absolute;margin-left:431.95pt;margin-top:3.5pt;width:136.1pt;height:33.25pt;z-index:251702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" fillcolor="#8496b0 [1951]" strokecolor="#a5a5a5 [3206]" strokeweight="1pt">
                <v:shadow on="t" color="#bfbfbf [2412]" opacity="26214f" origin=",-.5" offset="0,1pt"/>
                <v:textbox>
                  <w:txbxContent>
                    <w:p w:rsidR="008D4662" w:rsidRPr="005317BF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5317BF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3</w:t>
                      </w:r>
                      <w:r w:rsidR="0070540D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.</w:t>
                      </w:r>
                      <w:r w:rsidRPr="005317BF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317BF" w:rsidRPr="00933728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Přímý</w:t>
                      </w:r>
                      <w:r w:rsidR="00933728" w:rsidRPr="00933728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317BF" w:rsidRPr="00933728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nákup (bez VŘ</w:t>
                      </w:r>
                      <w:r w:rsidR="005317BF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)</w:t>
                      </w:r>
                      <w:r w:rsidR="0070540D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br/>
                      </w:r>
                      <w:r w:rsidR="002D3E87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(2</w:t>
                      </w:r>
                      <w:r w:rsidR="0070540D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</w:t>
                      </w:r>
                      <w:bookmarkStart w:id="1" w:name="_GoBack"/>
                      <w:bookmarkEnd w:id="1"/>
                      <w:r w:rsidR="002D3E87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ks</w:t>
                      </w:r>
                      <w:r w:rsidR="00914923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technologií</w:t>
                      </w:r>
                      <w:r w:rsidR="002D3E87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87F96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6F3322E" wp14:editId="197D851D">
                <wp:simplePos x="0" y="0"/>
                <wp:positionH relativeFrom="margin">
                  <wp:align>right</wp:align>
                </wp:positionH>
                <wp:positionV relativeFrom="paragraph">
                  <wp:posOffset>41027</wp:posOffset>
                </wp:positionV>
                <wp:extent cx="1727237" cy="422513"/>
                <wp:effectExtent l="57150" t="38100" r="82550" b="92075"/>
                <wp:wrapThrough wrapText="bothSides">
                  <wp:wrapPolygon edited="0">
                    <wp:start x="-715" y="-1949"/>
                    <wp:lineTo x="-715" y="23386"/>
                    <wp:lineTo x="-476" y="25335"/>
                    <wp:lineTo x="22156" y="25335"/>
                    <wp:lineTo x="22394" y="15591"/>
                    <wp:lineTo x="22394" y="-1949"/>
                    <wp:lineTo x="-715" y="-1949"/>
                  </wp:wrapPolygon>
                </wp:wrapThrough>
                <wp:docPr id="34" name="Text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27237" cy="422513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</w:pPr>
                            <w:r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4</w:t>
                            </w:r>
                            <w:r w:rsidR="0070540D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317BF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Nábor zaměstnanců</w:t>
                            </w:r>
                          </w:p>
                          <w:p w:rsidR="002322EB" w:rsidRPr="00933728" w:rsidRDefault="002322EB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sz w:val="20"/>
                                <w:szCs w:val="20"/>
                              </w:rPr>
                              <w:t>(3 pracovní místa)</w:t>
                            </w:r>
                          </w:p>
                        </w:txbxContent>
                      </wps:txbx>
                      <wps:bodyPr vertOverflow="clip" horzOverflow="clip" wrap="square" rtlCol="0" anchor="ctr" anchorCtr="0"/>
                    </wps:wsp>
                  </a:graphicData>
                </a:graphic>
              </wp:anchor>
            </w:drawing>
          </mc:Choice>
          <mc:Fallback>
            <w:pict>
              <v:shape w14:anchorId="56F3322E" id="TextBox 33" o:spid="_x0000_s1035" type="#_x0000_t202" style="position:absolute;margin-left:84.8pt;margin-top:3.25pt;width:136pt;height:33.25pt;z-index:251720704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" fillcolor="#8496b0 [1951]" strokecolor="#a5a5a5 [3206]" strokeweight="1pt">
                <v:shadow on="t" color="#bfbfbf [2412]" opacity="26214f" origin=",-.5" offset="0,1pt"/>
                <v:textbox>
                  <w:txbxContent>
                    <w:p w:rsid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</w:pPr>
                      <w:r w:rsidRPr="00933728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4</w:t>
                      </w:r>
                      <w:r w:rsidR="0070540D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.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 xml:space="preserve"> </w:t>
                      </w:r>
                      <w:r w:rsidR="005317BF" w:rsidRPr="00933728"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Nábor zaměstnanců</w:t>
                      </w:r>
                    </w:p>
                    <w:p w:rsidR="002322EB" w:rsidRPr="00933728" w:rsidRDefault="002322EB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sz w:val="20"/>
                          <w:szCs w:val="20"/>
                        </w:rPr>
                        <w:t>(3 pracovní místa)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</w:p>
    <w:p w:rsidR="00E92629" w:rsidRPr="00E92629" w:rsidRDefault="00C87F96" w:rsidP="00E92629">
      <w:pPr>
        <w:rPr>
          <w:rFonts w:ascii="Century Gothic" w:hAnsi="Century Gothic"/>
          <w:sz w:val="20"/>
          <w:szCs w:val="20"/>
        </w:rPr>
      </w:pPr>
      <w:r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686419D" wp14:editId="687F469F">
                <wp:simplePos x="0" y="0"/>
                <wp:positionH relativeFrom="column">
                  <wp:posOffset>6544907</wp:posOffset>
                </wp:positionH>
                <wp:positionV relativeFrom="paragraph">
                  <wp:posOffset>48696</wp:posOffset>
                </wp:positionV>
                <wp:extent cx="7620" cy="554355"/>
                <wp:effectExtent l="0" t="0" r="30480" b="36195"/>
                <wp:wrapThrough wrapText="bothSides">
                  <wp:wrapPolygon edited="0">
                    <wp:start x="0" y="0"/>
                    <wp:lineTo x="0" y="22268"/>
                    <wp:lineTo x="54000" y="22268"/>
                    <wp:lineTo x="54000" y="0"/>
                    <wp:lineTo x="0" y="0"/>
                  </wp:wrapPolygon>
                </wp:wrapThrough>
                <wp:docPr id="74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" cy="5543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C4CAFD" id="Straight Connector 73" o:spid="_x0000_s1026" style="position:absolute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15.35pt,3.85pt" to="515.95pt,47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C2807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1743051" wp14:editId="0CB61C35">
                <wp:simplePos x="0" y="0"/>
                <wp:positionH relativeFrom="column">
                  <wp:posOffset>3689985</wp:posOffset>
                </wp:positionH>
                <wp:positionV relativeFrom="paragraph">
                  <wp:posOffset>442595</wp:posOffset>
                </wp:positionV>
                <wp:extent cx="0" cy="354965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61" name="Straight Connecto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49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1DD60E" id="Straight Connector 6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55pt,34.85pt" to="290.5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C2807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3D731A7" wp14:editId="4164DAC5">
                <wp:simplePos x="0" y="0"/>
                <wp:positionH relativeFrom="column">
                  <wp:posOffset>4385945</wp:posOffset>
                </wp:positionH>
                <wp:positionV relativeFrom="paragraph">
                  <wp:posOffset>442595</wp:posOffset>
                </wp:positionV>
                <wp:extent cx="0" cy="354965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62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49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FED63" id="Straight Connector 61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35pt,34.85pt" to="345.35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C2807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01C95798" wp14:editId="55299646">
                <wp:simplePos x="0" y="0"/>
                <wp:positionH relativeFrom="column">
                  <wp:posOffset>5058410</wp:posOffset>
                </wp:positionH>
                <wp:positionV relativeFrom="paragraph">
                  <wp:posOffset>442595</wp:posOffset>
                </wp:positionV>
                <wp:extent cx="0" cy="354965"/>
                <wp:effectExtent l="0" t="0" r="25400" b="26035"/>
                <wp:wrapThrough wrapText="bothSides">
                  <wp:wrapPolygon edited="0">
                    <wp:start x="-1" y="0"/>
                    <wp:lineTo x="-1" y="21639"/>
                    <wp:lineTo x="-1" y="21639"/>
                    <wp:lineTo x="-1" y="0"/>
                    <wp:lineTo x="-1" y="0"/>
                  </wp:wrapPolygon>
                </wp:wrapThrough>
                <wp:docPr id="63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496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002964" id="Straight Connector 62" o:spid="_x0000_s1026" style="position:absolute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8.3pt,34.85pt" to="398.3pt,6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C2807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203CD7E" wp14:editId="3776EC0C">
                <wp:simplePos x="0" y="0"/>
                <wp:positionH relativeFrom="column">
                  <wp:posOffset>4385945</wp:posOffset>
                </wp:positionH>
                <wp:positionV relativeFrom="paragraph">
                  <wp:posOffset>113030</wp:posOffset>
                </wp:positionV>
                <wp:extent cx="0" cy="351155"/>
                <wp:effectExtent l="0" t="0" r="25400" b="29845"/>
                <wp:wrapThrough wrapText="bothSides">
                  <wp:wrapPolygon edited="0">
                    <wp:start x="-1" y="0"/>
                    <wp:lineTo x="-1" y="21873"/>
                    <wp:lineTo x="-1" y="21873"/>
                    <wp:lineTo x="-1" y="0"/>
                    <wp:lineTo x="-1" y="0"/>
                  </wp:wrapPolygon>
                </wp:wrapThrough>
                <wp:docPr id="64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5115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B68D0E" id="Straight Connector 63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5.35pt,8.9pt" to="345.35pt,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C2807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5E33597" wp14:editId="5A46EF34">
                <wp:simplePos x="0" y="0"/>
                <wp:positionH relativeFrom="column">
                  <wp:posOffset>3684270</wp:posOffset>
                </wp:positionH>
                <wp:positionV relativeFrom="paragraph">
                  <wp:posOffset>442595</wp:posOffset>
                </wp:positionV>
                <wp:extent cx="1375410" cy="0"/>
                <wp:effectExtent l="0" t="0" r="21590" b="25400"/>
                <wp:wrapThrough wrapText="bothSides">
                  <wp:wrapPolygon edited="0">
                    <wp:start x="0" y="-1"/>
                    <wp:lineTo x="0" y="-1"/>
                    <wp:lineTo x="21540" y="-1"/>
                    <wp:lineTo x="21540" y="-1"/>
                    <wp:lineTo x="0" y="-1"/>
                  </wp:wrapPolygon>
                </wp:wrapThrough>
                <wp:docPr id="68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75410" cy="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ED3EFF" id="Straight Connector 67" o:spid="_x0000_s1026" style="position:absolute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0.1pt,34.85pt" to="398.4pt,3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" strokecolor="#a5a5a5 [3206]" strokeweight="1.5pt">
                <v:stroke joinstyle="miter"/>
                <w10:wrap type="through"/>
              </v:line>
            </w:pict>
          </mc:Fallback>
        </mc:AlternateContent>
      </w:r>
    </w:p>
    <w:p w:rsidR="00E92629" w:rsidRPr="00E92629" w:rsidRDefault="00E92629" w:rsidP="00E92629">
      <w:pPr>
        <w:rPr>
          <w:rFonts w:ascii="Century Gothic" w:hAnsi="Century Gothic"/>
          <w:sz w:val="20"/>
          <w:szCs w:val="20"/>
        </w:rPr>
      </w:pPr>
    </w:p>
    <w:p w:rsidR="00E92629" w:rsidRPr="00E92629" w:rsidRDefault="00E92629" w:rsidP="00E92629">
      <w:pPr>
        <w:rPr>
          <w:rFonts w:ascii="Century Gothic" w:hAnsi="Century Gothic"/>
          <w:sz w:val="20"/>
          <w:szCs w:val="20"/>
        </w:rPr>
      </w:pPr>
    </w:p>
    <w:p w:rsidR="00E92629" w:rsidRPr="00E92629" w:rsidRDefault="001C4F69" w:rsidP="00E92629">
      <w:pPr>
        <w:rPr>
          <w:rFonts w:ascii="Century Gothic" w:hAnsi="Century Gothic"/>
          <w:sz w:val="20"/>
          <w:szCs w:val="20"/>
        </w:rPr>
      </w:pPr>
      <w:r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58592" behindDoc="1" locked="0" layoutInCell="1" allowOverlap="1" wp14:anchorId="5D0034AA" wp14:editId="6BF15112">
                <wp:simplePos x="0" y="0"/>
                <wp:positionH relativeFrom="column">
                  <wp:posOffset>4711065</wp:posOffset>
                </wp:positionH>
                <wp:positionV relativeFrom="paragraph">
                  <wp:posOffset>675005</wp:posOffset>
                </wp:positionV>
                <wp:extent cx="0" cy="633600"/>
                <wp:effectExtent l="0" t="0" r="19050" b="33655"/>
                <wp:wrapNone/>
                <wp:docPr id="14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60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B72696C" id="Straight Connector 49" o:spid="_x0000_s1026" style="position:absolute;z-index:-2515578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70.95pt,53.15pt" to="370.95pt,1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" strokecolor="#a5a5a5 [3206]" strokeweight="1.5pt">
                <v:stroke joinstyle="miter"/>
              </v:line>
            </w:pict>
          </mc:Fallback>
        </mc:AlternateContent>
      </w:r>
      <w:r w:rsidR="00AB3E8B"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0641FD26" wp14:editId="2C994F8E">
                <wp:simplePos x="0" y="0"/>
                <wp:positionH relativeFrom="column">
                  <wp:posOffset>5313680</wp:posOffset>
                </wp:positionH>
                <wp:positionV relativeFrom="paragraph">
                  <wp:posOffset>906780</wp:posOffset>
                </wp:positionV>
                <wp:extent cx="914400" cy="1471930"/>
                <wp:effectExtent l="57150" t="38100" r="76200" b="90170"/>
                <wp:wrapThrough wrapText="bothSides">
                  <wp:wrapPolygon edited="0">
                    <wp:start x="-1350" y="-559"/>
                    <wp:lineTo x="-1350" y="22085"/>
                    <wp:lineTo x="-900" y="22644"/>
                    <wp:lineTo x="22500" y="22644"/>
                    <wp:lineTo x="22950" y="22085"/>
                    <wp:lineTo x="22950" y="-559"/>
                    <wp:lineTo x="-1350" y="-559"/>
                  </wp:wrapPolygon>
                </wp:wrapThrough>
                <wp:docPr id="69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719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2.3.1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Převzetí dodávky 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2.3.2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Instalace technologií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2.3.3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Úhrada faktury</w:t>
                            </w:r>
                          </w:p>
                          <w:p w:rsidR="00C87F96" w:rsidRPr="008D4662" w:rsidRDefault="00C87F96" w:rsidP="00C87F96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1FD26" id="TextBox 12" o:spid="_x0000_s1036" type="#_x0000_t202" style="position:absolute;margin-left:418.4pt;margin-top:71.4pt;width:1in;height:115.9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2.3.1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Převzetí dodávky 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2.3.2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 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Instalace technologií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2.3.3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 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Úhrada faktury</w:t>
                      </w:r>
                    </w:p>
                    <w:p w:rsidR="00C87F96" w:rsidRPr="008D4662" w:rsidRDefault="00C87F96" w:rsidP="00C87F96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AB3E8B"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54C8BD9B" wp14:editId="341EB80E">
                <wp:simplePos x="0" y="0"/>
                <wp:positionH relativeFrom="column">
                  <wp:posOffset>4337050</wp:posOffset>
                </wp:positionH>
                <wp:positionV relativeFrom="paragraph">
                  <wp:posOffset>905510</wp:posOffset>
                </wp:positionV>
                <wp:extent cx="914400" cy="1472400"/>
                <wp:effectExtent l="57150" t="38100" r="76200" b="90170"/>
                <wp:wrapNone/>
                <wp:docPr id="59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7240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.1 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Hodnotící</w:t>
                            </w:r>
                            <w:r w:rsidR="00E86D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komise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.2 </w:t>
                            </w:r>
                          </w:p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Výběr dodavatele</w:t>
                            </w:r>
                          </w:p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2.3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AB3E8B" w:rsidRPr="008D4662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Kupní smlouva</w:t>
                            </w:r>
                          </w:p>
                          <w:p w:rsidR="00C87F96" w:rsidRPr="008D4662" w:rsidRDefault="00C87F96" w:rsidP="00C87F96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C8BD9B" id="_x0000_s1037" type="#_x0000_t202" style="position:absolute;margin-left:341.5pt;margin-top:71.3pt;width:1in;height:115.95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.1 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Hodnotící</w:t>
                      </w:r>
                      <w:r w:rsidR="00E86D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komise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.2 </w:t>
                      </w:r>
                    </w:p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Výběr dodavatele</w:t>
                      </w:r>
                    </w:p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2.3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 </w:t>
                      </w:r>
                    </w:p>
                    <w:p w:rsidR="00AB3E8B" w:rsidRPr="008D4662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Kupní smlouva</w:t>
                      </w:r>
                    </w:p>
                    <w:p w:rsidR="00C87F96" w:rsidRPr="008D4662" w:rsidRDefault="00C87F96" w:rsidP="00C87F96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2047728F" wp14:editId="70028C79">
                <wp:simplePos x="0" y="0"/>
                <wp:positionH relativeFrom="column">
                  <wp:posOffset>3378200</wp:posOffset>
                </wp:positionH>
                <wp:positionV relativeFrom="paragraph">
                  <wp:posOffset>906780</wp:posOffset>
                </wp:positionV>
                <wp:extent cx="914400" cy="1471930"/>
                <wp:effectExtent l="57150" t="38100" r="76200" b="90170"/>
                <wp:wrapThrough wrapText="bothSides">
                  <wp:wrapPolygon edited="0">
                    <wp:start x="-1350" y="-559"/>
                    <wp:lineTo x="-1350" y="22085"/>
                    <wp:lineTo x="-900" y="22644"/>
                    <wp:lineTo x="22500" y="22644"/>
                    <wp:lineTo x="22950" y="22085"/>
                    <wp:lineTo x="22950" y="-559"/>
                    <wp:lineTo x="-1350" y="-559"/>
                  </wp:wrapPolygon>
                </wp:wrapThrough>
                <wp:docPr id="51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719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.1.1 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CD717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Zadávací dokumentace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.1.2 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Oznámení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.1.3 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Profil zadavatele</w:t>
                            </w:r>
                          </w:p>
                          <w:p w:rsidR="00C87F96" w:rsidRPr="00933728" w:rsidRDefault="00C87F96" w:rsidP="00C87F96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C87F96" w:rsidRPr="008D4662" w:rsidRDefault="00C87F96" w:rsidP="00C87F96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47728F" id="_x0000_s1038" type="#_x0000_t202" style="position:absolute;margin-left:266pt;margin-top:71.4pt;width:1in;height:115.9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.1.1 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CD717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Zadávací dokumentace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.1.2 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Oznámení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.1.3 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Profil zadavatele</w:t>
                      </w:r>
                    </w:p>
                    <w:p w:rsidR="00C87F96" w:rsidRPr="00933728" w:rsidRDefault="00C87F96" w:rsidP="00C87F96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C87F96" w:rsidRPr="008D4662" w:rsidRDefault="00C87F96" w:rsidP="00C87F96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AB3E8B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46E9319" wp14:editId="310E0CCF">
                <wp:simplePos x="0" y="0"/>
                <wp:positionH relativeFrom="column">
                  <wp:posOffset>1442720</wp:posOffset>
                </wp:positionH>
                <wp:positionV relativeFrom="paragraph">
                  <wp:posOffset>906780</wp:posOffset>
                </wp:positionV>
                <wp:extent cx="914400" cy="1471930"/>
                <wp:effectExtent l="57150" t="38100" r="76200" b="90170"/>
                <wp:wrapThrough wrapText="bothSides">
                  <wp:wrapPolygon edited="0">
                    <wp:start x="-1350" y="-559"/>
                    <wp:lineTo x="-1350" y="22085"/>
                    <wp:lineTo x="-900" y="22644"/>
                    <wp:lineTo x="22500" y="22644"/>
                    <wp:lineTo x="22950" y="22085"/>
                    <wp:lineTo x="22950" y="-559"/>
                    <wp:lineTo x="-1350" y="-559"/>
                  </wp:wrapPolygon>
                </wp:wrapThrough>
                <wp:docPr id="8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719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.1 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Hodnotící</w:t>
                            </w:r>
                            <w:r w:rsidR="00E86D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komise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.2 </w:t>
                            </w:r>
                          </w:p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Výběr dodavatele</w:t>
                            </w:r>
                          </w:p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1.2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.3 </w:t>
                            </w:r>
                          </w:p>
                          <w:p w:rsidR="00AB3E8B" w:rsidRPr="008D4662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Kupní smlouva</w:t>
                            </w:r>
                          </w:p>
                          <w:p w:rsidR="007A0805" w:rsidRPr="008D4662" w:rsidRDefault="007A0805" w:rsidP="007A0805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E9319" id="_x0000_s1039" type="#_x0000_t202" style="position:absolute;margin-left:113.6pt;margin-top:71.4pt;width:1in;height:115.9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.1 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Hodnotící</w:t>
                      </w:r>
                      <w:r w:rsidR="00E86D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komise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.2 </w:t>
                      </w:r>
                    </w:p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Výběr dodavatele</w:t>
                      </w:r>
                    </w:p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1.2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.3 </w:t>
                      </w:r>
                    </w:p>
                    <w:p w:rsidR="00AB3E8B" w:rsidRPr="008D4662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Kupní smlouva</w:t>
                      </w:r>
                    </w:p>
                    <w:p w:rsidR="007A0805" w:rsidRPr="008D4662" w:rsidRDefault="007A0805" w:rsidP="007A0805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AB3E8B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46E9319" wp14:editId="310E0CCF">
                <wp:simplePos x="0" y="0"/>
                <wp:positionH relativeFrom="column">
                  <wp:posOffset>2404745</wp:posOffset>
                </wp:positionH>
                <wp:positionV relativeFrom="paragraph">
                  <wp:posOffset>894715</wp:posOffset>
                </wp:positionV>
                <wp:extent cx="914400" cy="1483360"/>
                <wp:effectExtent l="57150" t="38100" r="76200" b="97790"/>
                <wp:wrapThrough wrapText="bothSides">
                  <wp:wrapPolygon edited="0">
                    <wp:start x="-1350" y="-555"/>
                    <wp:lineTo x="-1350" y="21914"/>
                    <wp:lineTo x="-900" y="22747"/>
                    <wp:lineTo x="22500" y="22747"/>
                    <wp:lineTo x="22950" y="21914"/>
                    <wp:lineTo x="22950" y="-555"/>
                    <wp:lineTo x="-1350" y="-555"/>
                  </wp:wrapPolygon>
                </wp:wrapThrough>
                <wp:docPr id="12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833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3E8B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3</w:t>
                            </w: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1</w:t>
                            </w: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Převzetí dodávky </w:t>
                            </w:r>
                          </w:p>
                          <w:p w:rsidR="00AB3E8B" w:rsidRPr="00CD717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3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2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Instalace technologií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1.</w:t>
                            </w: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3</w:t>
                            </w: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.3 </w:t>
                            </w:r>
                          </w:p>
                          <w:p w:rsidR="00AB3E8B" w:rsidRPr="00933728" w:rsidRDefault="00AB3E8B" w:rsidP="00AB3E8B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Úhrada faktury</w:t>
                            </w:r>
                          </w:p>
                          <w:p w:rsidR="007A0805" w:rsidRPr="008D4662" w:rsidRDefault="007A0805" w:rsidP="007A0805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6E9319" id="_x0000_s1040" type="#_x0000_t202" style="position:absolute;margin-left:189.35pt;margin-top:70.45pt;width:1in;height:11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AB3E8B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3</w:t>
                      </w: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1</w:t>
                      </w: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 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Převzetí dodávky </w:t>
                      </w:r>
                    </w:p>
                    <w:p w:rsidR="00AB3E8B" w:rsidRPr="00CD717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3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2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 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Instalace technologií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1.</w:t>
                      </w: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3</w:t>
                      </w: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.3 </w:t>
                      </w:r>
                    </w:p>
                    <w:p w:rsidR="00AB3E8B" w:rsidRPr="00933728" w:rsidRDefault="00AB3E8B" w:rsidP="00AB3E8B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Úhrada faktury</w:t>
                      </w:r>
                    </w:p>
                    <w:p w:rsidR="007A0805" w:rsidRPr="008D4662" w:rsidRDefault="007A0805" w:rsidP="007A0805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AB3E8B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3D72471" wp14:editId="6A6C3D65">
                <wp:simplePos x="0" y="0"/>
                <wp:positionH relativeFrom="column">
                  <wp:posOffset>468630</wp:posOffset>
                </wp:positionH>
                <wp:positionV relativeFrom="paragraph">
                  <wp:posOffset>906780</wp:posOffset>
                </wp:positionV>
                <wp:extent cx="914400" cy="1471930"/>
                <wp:effectExtent l="57150" t="38100" r="76200" b="90170"/>
                <wp:wrapThrough wrapText="bothSides">
                  <wp:wrapPolygon edited="0">
                    <wp:start x="-1350" y="-559"/>
                    <wp:lineTo x="-1350" y="22085"/>
                    <wp:lineTo x="-900" y="22644"/>
                    <wp:lineTo x="22500" y="22644"/>
                    <wp:lineTo x="22950" y="22085"/>
                    <wp:lineTo x="22950" y="-559"/>
                    <wp:lineTo x="-1350" y="-559"/>
                  </wp:wrapPolygon>
                </wp:wrapThrough>
                <wp:docPr id="13" name="Text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4400" cy="147193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178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1.1.1 </w:t>
                            </w:r>
                          </w:p>
                          <w:p w:rsidR="008D4662" w:rsidRPr="00CD7178" w:rsidRDefault="00CD7178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CD717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Zadávací dokumentace</w:t>
                            </w:r>
                          </w:p>
                          <w:p w:rsidR="009A6136" w:rsidRPr="00CD7178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33728" w:rsidRPr="00933728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1.1.2 </w:t>
                            </w:r>
                          </w:p>
                          <w:p w:rsidR="008D4662" w:rsidRPr="00933728" w:rsidRDefault="00CD7178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Oznámení</w:t>
                            </w:r>
                          </w:p>
                          <w:p w:rsidR="009A6136" w:rsidRPr="00933728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933728" w:rsidRPr="00933728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1.1.3 </w:t>
                            </w:r>
                          </w:p>
                          <w:p w:rsidR="008D4662" w:rsidRPr="00933728" w:rsidRDefault="00933728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933728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Profil zadavatele</w:t>
                            </w:r>
                          </w:p>
                          <w:p w:rsidR="009A6136" w:rsidRPr="008D4662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D72471" id="_x0000_s1041" type="#_x0000_t202" style="position:absolute;margin-left:36.9pt;margin-top:71.4pt;width:1in;height:115.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CD7178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1.1.1 </w:t>
                      </w:r>
                    </w:p>
                    <w:p w:rsidR="008D4662" w:rsidRPr="00CD7178" w:rsidRDefault="00CD7178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CD717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Zadávací dokumentace</w:t>
                      </w:r>
                    </w:p>
                    <w:p w:rsidR="009A6136" w:rsidRPr="00CD7178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33728" w:rsidRPr="00933728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1.1.2 </w:t>
                      </w:r>
                    </w:p>
                    <w:p w:rsidR="008D4662" w:rsidRPr="00933728" w:rsidRDefault="00CD7178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Oznámení</w:t>
                      </w:r>
                    </w:p>
                    <w:p w:rsidR="009A6136" w:rsidRPr="00933728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933728" w:rsidRPr="00933728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1.1.3 </w:t>
                      </w:r>
                    </w:p>
                    <w:p w:rsidR="008D4662" w:rsidRPr="00933728" w:rsidRDefault="00933728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933728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Profil zadavatele</w:t>
                      </w:r>
                    </w:p>
                    <w:p w:rsidR="009A6136" w:rsidRPr="008D4662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255B3D8" wp14:editId="30724526">
                <wp:simplePos x="0" y="0"/>
                <wp:positionH relativeFrom="column">
                  <wp:posOffset>6276975</wp:posOffset>
                </wp:positionH>
                <wp:positionV relativeFrom="paragraph">
                  <wp:posOffset>916154</wp:posOffset>
                </wp:positionV>
                <wp:extent cx="842645" cy="1971675"/>
                <wp:effectExtent l="57150" t="38100" r="71755" b="104775"/>
                <wp:wrapThrough wrapText="bothSides">
                  <wp:wrapPolygon edited="0">
                    <wp:start x="-1465" y="-417"/>
                    <wp:lineTo x="-1465" y="22122"/>
                    <wp:lineTo x="-977" y="22539"/>
                    <wp:lineTo x="22463" y="22539"/>
                    <wp:lineTo x="22951" y="20035"/>
                    <wp:lineTo x="22951" y="-417"/>
                    <wp:lineTo x="-1465" y="-417"/>
                  </wp:wrapPolygon>
                </wp:wrapThrough>
                <wp:docPr id="30" name="TextBox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2645" cy="197167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C87F96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3.1.1 </w:t>
                            </w:r>
                            <w:r w:rsidR="00C87F96"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Poptávka</w:t>
                            </w:r>
                          </w:p>
                          <w:p w:rsidR="009A6136" w:rsidRPr="00C87F9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Pr="00C87F96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3.1.2 </w:t>
                            </w:r>
                            <w:r w:rsidR="00E27FED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br/>
                            </w:r>
                            <w:r w:rsidR="00C87F96"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Výběr</w:t>
                            </w:r>
                          </w:p>
                          <w:p w:rsidR="009A6136" w:rsidRPr="00C87F9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Pr="00C87F96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3.1.3 </w:t>
                            </w:r>
                            <w:r w:rsidR="00C87F96"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Objednávka</w:t>
                            </w:r>
                          </w:p>
                          <w:p w:rsidR="009A6136" w:rsidRPr="00C87F9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Pr="00C87F96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3.1.4 </w:t>
                            </w:r>
                            <w:r w:rsidR="00C87F96"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br/>
                              <w:t>Dodání</w:t>
                            </w:r>
                          </w:p>
                          <w:p w:rsidR="009A6136" w:rsidRPr="00C87F9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Pr="00C87F96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3.1.5 </w:t>
                            </w:r>
                            <w:r w:rsidR="00C87F96" w:rsidRPr="00C87F96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br/>
                              <w:t>Úhrada</w:t>
                            </w: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55B3D8" id="TextBox 29" o:spid="_x0000_s1042" type="#_x0000_t202" style="position:absolute;margin-left:494.25pt;margin-top:72.15pt;width:66.35pt;height:155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8D4662" w:rsidRPr="00C87F96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3.1.1 </w:t>
                      </w:r>
                      <w:r w:rsidR="00C87F96"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Poptávka</w:t>
                      </w:r>
                    </w:p>
                    <w:p w:rsidR="009A6136" w:rsidRPr="00C87F9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Pr="00C87F96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3.1.2 </w:t>
                      </w:r>
                      <w:r w:rsidR="00E27FED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br/>
                      </w:r>
                      <w:r w:rsidR="00C87F96"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Výběr</w:t>
                      </w:r>
                    </w:p>
                    <w:p w:rsidR="009A6136" w:rsidRPr="00C87F9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Pr="00C87F96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3.1.3 </w:t>
                      </w:r>
                      <w:r w:rsidR="00C87F96"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Objednávka</w:t>
                      </w:r>
                    </w:p>
                    <w:p w:rsidR="009A6136" w:rsidRPr="00C87F9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Pr="00C87F96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3.1.4 </w:t>
                      </w:r>
                      <w:r w:rsidR="00C87F96"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br/>
                        <w:t>Dodání</w:t>
                      </w:r>
                    </w:p>
                    <w:p w:rsidR="009A6136" w:rsidRPr="00C87F9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Pr="00C87F96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3.1.5 </w:t>
                      </w:r>
                      <w:r w:rsidR="00C87F96" w:rsidRPr="00C87F96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br/>
                        <w:t>Úhrada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620192F" wp14:editId="75C51F7E">
                <wp:simplePos x="0" y="0"/>
                <wp:positionH relativeFrom="column">
                  <wp:posOffset>6603640</wp:posOffset>
                </wp:positionH>
                <wp:positionV relativeFrom="paragraph">
                  <wp:posOffset>454812</wp:posOffset>
                </wp:positionV>
                <wp:extent cx="0" cy="633770"/>
                <wp:effectExtent l="0" t="0" r="25400" b="26670"/>
                <wp:wrapThrough wrapText="bothSides">
                  <wp:wrapPolygon edited="0">
                    <wp:start x="-1" y="0"/>
                    <wp:lineTo x="-1" y="21643"/>
                    <wp:lineTo x="-1" y="21643"/>
                    <wp:lineTo x="-1" y="0"/>
                    <wp:lineTo x="-1" y="0"/>
                  </wp:wrapPolygon>
                </wp:wrapThrough>
                <wp:docPr id="75" name="Straight Connecto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7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BA84F4" id="Straight Connector 74" o:spid="_x0000_s1026" style="position:absolute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19.95pt,35.8pt" to="519.95pt,8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0C248923" wp14:editId="79D36064">
                <wp:simplePos x="0" y="0"/>
                <wp:positionH relativeFrom="column">
                  <wp:posOffset>5963920</wp:posOffset>
                </wp:positionH>
                <wp:positionV relativeFrom="paragraph">
                  <wp:posOffset>147320</wp:posOffset>
                </wp:positionV>
                <wp:extent cx="1057275" cy="518160"/>
                <wp:effectExtent l="57150" t="38100" r="85725" b="91440"/>
                <wp:wrapThrough wrapText="bothSides">
                  <wp:wrapPolygon edited="0">
                    <wp:start x="-1168" y="-1588"/>
                    <wp:lineTo x="-1168" y="23029"/>
                    <wp:lineTo x="-778" y="24618"/>
                    <wp:lineTo x="22573" y="24618"/>
                    <wp:lineTo x="22962" y="12706"/>
                    <wp:lineTo x="22962" y="-1588"/>
                    <wp:lineTo x="-1168" y="-1588"/>
                  </wp:wrapPolygon>
                </wp:wrapThrough>
                <wp:docPr id="27" name="TextBox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7275" cy="5181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C87F96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C87F96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3.1 </w:t>
                            </w:r>
                            <w:r w:rsidR="00C87F96" w:rsidRPr="00C87F96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br/>
                              <w:t>Páskovací stroje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248923" id="TextBox 26" o:spid="_x0000_s1043" type="#_x0000_t202" style="position:absolute;margin-left:469.6pt;margin-top:11.6pt;width:83.25pt;height:40.8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8D4662" w:rsidRPr="00C87F96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C87F96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3.1 </w:t>
                      </w:r>
                      <w:r w:rsidR="00C87F96" w:rsidRPr="00C87F96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br/>
                        <w:t>Páskovací stroje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6E367730" wp14:editId="7A94A320">
                <wp:simplePos x="0" y="0"/>
                <wp:positionH relativeFrom="column">
                  <wp:posOffset>8662670</wp:posOffset>
                </wp:positionH>
                <wp:positionV relativeFrom="paragraph">
                  <wp:posOffset>1334770</wp:posOffset>
                </wp:positionV>
                <wp:extent cx="707390" cy="1558290"/>
                <wp:effectExtent l="57150" t="38100" r="73660" b="99060"/>
                <wp:wrapThrough wrapText="bothSides">
                  <wp:wrapPolygon edited="0">
                    <wp:start x="-1745" y="-528"/>
                    <wp:lineTo x="-1745" y="22181"/>
                    <wp:lineTo x="-1163" y="22709"/>
                    <wp:lineTo x="22686" y="22709"/>
                    <wp:lineTo x="23268" y="21125"/>
                    <wp:lineTo x="23268" y="-528"/>
                    <wp:lineTo x="-1745" y="-528"/>
                  </wp:wrapPolygon>
                </wp:wrapThrough>
                <wp:docPr id="40" name="TextBox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7390" cy="155829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4.3.1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Nábor</w:t>
                            </w:r>
                          </w:p>
                          <w:p w:rsidR="009A613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P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4.3.2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Pohovor</w:t>
                            </w:r>
                          </w:p>
                          <w:p w:rsidR="009A613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4.3.3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br/>
                              <w:t>Přijetí</w:t>
                            </w:r>
                          </w:p>
                          <w:p w:rsidR="00C2090A" w:rsidRDefault="00C2090A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C2090A" w:rsidRDefault="00C2090A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4.3.4</w:t>
                            </w:r>
                          </w:p>
                          <w:p w:rsidR="00C2090A" w:rsidRPr="008D4662" w:rsidRDefault="00C2090A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Zaškolení</w:t>
                            </w: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67730" id="TextBox 39" o:spid="_x0000_s1044" type="#_x0000_t202" style="position:absolute;margin-left:682.1pt;margin-top:105.1pt;width:55.7pt;height:122.7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8D4662" w:rsidRP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4.3.1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Nábor</w:t>
                      </w:r>
                    </w:p>
                    <w:p w:rsidR="009A613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P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4.3.2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Pohovor</w:t>
                      </w:r>
                    </w:p>
                    <w:p w:rsidR="009A613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4.3.3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br/>
                        <w:t>Přijetí</w:t>
                      </w:r>
                    </w:p>
                    <w:p w:rsidR="00C2090A" w:rsidRDefault="00C2090A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C2090A" w:rsidRDefault="00C2090A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4.3.4</w:t>
                      </w:r>
                    </w:p>
                    <w:p w:rsidR="00C2090A" w:rsidRPr="008D4662" w:rsidRDefault="00C2090A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Zaškolení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462A4522" wp14:editId="5B2FA02D">
                <wp:simplePos x="0" y="0"/>
                <wp:positionH relativeFrom="column">
                  <wp:posOffset>7191375</wp:posOffset>
                </wp:positionH>
                <wp:positionV relativeFrom="paragraph">
                  <wp:posOffset>1334135</wp:posOffset>
                </wp:positionV>
                <wp:extent cx="659765" cy="1550035"/>
                <wp:effectExtent l="57150" t="38100" r="83185" b="88265"/>
                <wp:wrapThrough wrapText="bothSides">
                  <wp:wrapPolygon edited="0">
                    <wp:start x="-1871" y="-531"/>
                    <wp:lineTo x="-1871" y="22034"/>
                    <wp:lineTo x="-1247" y="22565"/>
                    <wp:lineTo x="23076" y="22565"/>
                    <wp:lineTo x="23700" y="20972"/>
                    <wp:lineTo x="23700" y="-531"/>
                    <wp:lineTo x="-1871" y="-531"/>
                  </wp:wrapPolygon>
                </wp:wrapThrough>
                <wp:docPr id="38" name="Text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9765" cy="155003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4.1.1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Nábor</w:t>
                            </w:r>
                          </w:p>
                          <w:p w:rsidR="009A613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P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4.1.2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Pohovor</w:t>
                            </w:r>
                          </w:p>
                          <w:p w:rsidR="009A613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9A6136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4.1.3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Přijetí</w:t>
                            </w:r>
                          </w:p>
                          <w:p w:rsidR="00C2090A" w:rsidRDefault="00C2090A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P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4.1.4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Zaškolení</w:t>
                            </w: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2A4522" id="TextBox 37" o:spid="_x0000_s1045" type="#_x0000_t202" style="position:absolute;margin-left:566.25pt;margin-top:105.05pt;width:51.95pt;height:122.0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8D4662" w:rsidRP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4.1.1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Nábor</w:t>
                      </w:r>
                    </w:p>
                    <w:p w:rsidR="009A613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P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4.1.2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Pohovor</w:t>
                      </w:r>
                    </w:p>
                    <w:p w:rsidR="009A613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9A6136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4.1.3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Přijetí</w:t>
                      </w:r>
                    </w:p>
                    <w:p w:rsidR="00C2090A" w:rsidRDefault="00C2090A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P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4.1.4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Zaškolení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349E48AF" wp14:editId="37572F6D">
                <wp:simplePos x="0" y="0"/>
                <wp:positionH relativeFrom="column">
                  <wp:posOffset>8988425</wp:posOffset>
                </wp:positionH>
                <wp:positionV relativeFrom="paragraph">
                  <wp:posOffset>921385</wp:posOffset>
                </wp:positionV>
                <wp:extent cx="0" cy="426720"/>
                <wp:effectExtent l="0" t="0" r="19050" b="30480"/>
                <wp:wrapThrough wrapText="bothSides">
                  <wp:wrapPolygon edited="0">
                    <wp:start x="-1" y="0"/>
                    <wp:lineTo x="-1" y="22179"/>
                    <wp:lineTo x="-1" y="22179"/>
                    <wp:lineTo x="-1" y="0"/>
                    <wp:lineTo x="-1" y="0"/>
                  </wp:wrapPolygon>
                </wp:wrapThrough>
                <wp:docPr id="2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2672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5E4FF" id="Straight Connector 75" o:spid="_x0000_s1026" style="position:absolute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7.75pt,72.55pt" to="707.75pt,10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349E48AF" wp14:editId="37572F6D">
                <wp:simplePos x="0" y="0"/>
                <wp:positionH relativeFrom="column">
                  <wp:posOffset>8209280</wp:posOffset>
                </wp:positionH>
                <wp:positionV relativeFrom="paragraph">
                  <wp:posOffset>920750</wp:posOffset>
                </wp:positionV>
                <wp:extent cx="0" cy="397510"/>
                <wp:effectExtent l="0" t="0" r="19050" b="21590"/>
                <wp:wrapThrough wrapText="bothSides">
                  <wp:wrapPolygon edited="0">
                    <wp:start x="-1" y="0"/>
                    <wp:lineTo x="-1" y="21738"/>
                    <wp:lineTo x="-1" y="21738"/>
                    <wp:lineTo x="-1" y="0"/>
                    <wp:lineTo x="-1" y="0"/>
                  </wp:wrapPolygon>
                </wp:wrapThrough>
                <wp:docPr id="6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751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AC18A6" id="Straight Connector 75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46.4pt,72.5pt" to="646.4pt,10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CC23EB3" wp14:editId="52EC2694">
                <wp:simplePos x="0" y="0"/>
                <wp:positionH relativeFrom="column">
                  <wp:posOffset>7501476</wp:posOffset>
                </wp:positionH>
                <wp:positionV relativeFrom="paragraph">
                  <wp:posOffset>897476</wp:posOffset>
                </wp:positionV>
                <wp:extent cx="0" cy="413385"/>
                <wp:effectExtent l="0" t="0" r="19050" b="24765"/>
                <wp:wrapThrough wrapText="bothSides">
                  <wp:wrapPolygon edited="0">
                    <wp:start x="-1" y="0"/>
                    <wp:lineTo x="-1" y="21899"/>
                    <wp:lineTo x="-1" y="21899"/>
                    <wp:lineTo x="-1" y="0"/>
                    <wp:lineTo x="-1" y="0"/>
                  </wp:wrapPolygon>
                </wp:wrapThrough>
                <wp:docPr id="1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1338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FE88BA" id="Straight Connector 75" o:spid="_x0000_s1026" style="position:absolute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90.65pt,70.65pt" to="590.65pt,10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478EFAC" wp14:editId="6B939830">
                <wp:simplePos x="0" y="0"/>
                <wp:positionH relativeFrom="column">
                  <wp:posOffset>8638540</wp:posOffset>
                </wp:positionH>
                <wp:positionV relativeFrom="paragraph">
                  <wp:posOffset>142240</wp:posOffset>
                </wp:positionV>
                <wp:extent cx="747395" cy="763270"/>
                <wp:effectExtent l="57150" t="38100" r="71755" b="93980"/>
                <wp:wrapThrough wrapText="bothSides">
                  <wp:wrapPolygon edited="0">
                    <wp:start x="-1652" y="-1078"/>
                    <wp:lineTo x="-1652" y="22642"/>
                    <wp:lineTo x="-1101" y="23720"/>
                    <wp:lineTo x="22573" y="23720"/>
                    <wp:lineTo x="23123" y="17251"/>
                    <wp:lineTo x="23123" y="-1078"/>
                    <wp:lineTo x="-1652" y="-1078"/>
                  </wp:wrapPolygon>
                </wp:wrapThrough>
                <wp:docPr id="37" name="TextBox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7395" cy="76327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A029E9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A029E9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4.3 </w:t>
                            </w:r>
                            <w:r w:rsidR="00CD7178" w:rsidRPr="00A029E9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Obsluha CNC</w:t>
                            </w:r>
                            <w:r w:rsidR="00A029E9" w:rsidRPr="00A029E9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 stroje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78EFAC" id="TextBox 36" o:spid="_x0000_s1046" type="#_x0000_t202" style="position:absolute;margin-left:680.2pt;margin-top:11.2pt;width:58.85pt;height:60.1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8D4662" w:rsidRPr="00A029E9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A029E9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4.3 </w:t>
                      </w:r>
                      <w:r w:rsidR="00CD7178" w:rsidRPr="00A029E9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Obsluha CNC</w:t>
                      </w:r>
                      <w:r w:rsidR="00A029E9" w:rsidRPr="00A029E9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 stroje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B276990" wp14:editId="61469373">
                <wp:simplePos x="0" y="0"/>
                <wp:positionH relativeFrom="column">
                  <wp:posOffset>7922895</wp:posOffset>
                </wp:positionH>
                <wp:positionV relativeFrom="paragraph">
                  <wp:posOffset>142240</wp:posOffset>
                </wp:positionV>
                <wp:extent cx="619760" cy="779145"/>
                <wp:effectExtent l="57150" t="38100" r="85090" b="97155"/>
                <wp:wrapThrough wrapText="bothSides">
                  <wp:wrapPolygon edited="0">
                    <wp:start x="-1992" y="-1056"/>
                    <wp:lineTo x="-1992" y="22709"/>
                    <wp:lineTo x="-1328" y="23765"/>
                    <wp:lineTo x="23238" y="23765"/>
                    <wp:lineTo x="23902" y="16900"/>
                    <wp:lineTo x="23902" y="-1056"/>
                    <wp:lineTo x="-1992" y="-1056"/>
                  </wp:wrapPolygon>
                </wp:wrapThrough>
                <wp:docPr id="36" name="Text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77914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178" w:rsidRPr="00A029E9" w:rsidRDefault="00CD7178" w:rsidP="00CD717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A029E9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4.2</w:t>
                            </w:r>
                          </w:p>
                          <w:p w:rsidR="00A029E9" w:rsidRPr="00A029E9" w:rsidRDefault="00CD7178" w:rsidP="00CD717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A029E9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Brusič </w:t>
                            </w:r>
                          </w:p>
                          <w:p w:rsidR="008D4662" w:rsidRPr="00A029E9" w:rsidRDefault="00CD7178" w:rsidP="00CD7178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A029E9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- Svářeč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76990" id="TextBox 35" o:spid="_x0000_s1047" type="#_x0000_t202" style="position:absolute;margin-left:623.85pt;margin-top:11.2pt;width:48.8pt;height:61.35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CD7178" w:rsidRPr="00A029E9" w:rsidRDefault="00CD7178" w:rsidP="00CD7178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</w:pPr>
                      <w:r w:rsidRPr="00A029E9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4.2</w:t>
                      </w:r>
                    </w:p>
                    <w:p w:rsidR="00A029E9" w:rsidRPr="00A029E9" w:rsidRDefault="00CD7178" w:rsidP="00CD7178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</w:pPr>
                      <w:r w:rsidRPr="00A029E9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Brusič </w:t>
                      </w:r>
                    </w:p>
                    <w:p w:rsidR="008D4662" w:rsidRPr="00A029E9" w:rsidRDefault="00CD7178" w:rsidP="00CD7178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</w:pPr>
                      <w:r w:rsidRPr="00A029E9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- Svářeč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7E193DFF" wp14:editId="7F6859B6">
                <wp:simplePos x="0" y="0"/>
                <wp:positionH relativeFrom="column">
                  <wp:posOffset>7215422</wp:posOffset>
                </wp:positionH>
                <wp:positionV relativeFrom="paragraph">
                  <wp:posOffset>142240</wp:posOffset>
                </wp:positionV>
                <wp:extent cx="619760" cy="786765"/>
                <wp:effectExtent l="57150" t="38100" r="85090" b="89535"/>
                <wp:wrapThrough wrapText="bothSides">
                  <wp:wrapPolygon edited="0">
                    <wp:start x="-1992" y="-1046"/>
                    <wp:lineTo x="-1992" y="22489"/>
                    <wp:lineTo x="-1328" y="23535"/>
                    <wp:lineTo x="23238" y="23535"/>
                    <wp:lineTo x="23902" y="16736"/>
                    <wp:lineTo x="23902" y="-1046"/>
                    <wp:lineTo x="-1992" y="-1046"/>
                  </wp:wrapPolygon>
                </wp:wrapThrough>
                <wp:docPr id="35" name="Text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760" cy="78676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D7178" w:rsidRPr="00A029E9" w:rsidRDefault="00CD7178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</w:pPr>
                            <w:r w:rsidRPr="00A029E9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4.1</w:t>
                            </w:r>
                          </w:p>
                          <w:p w:rsidR="008D4662" w:rsidRPr="00A029E9" w:rsidRDefault="00CD7178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A029E9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  Brusič - Svářeč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193DFF" id="TextBox 34" o:spid="_x0000_s1048" type="#_x0000_t202" style="position:absolute;margin-left:568.15pt;margin-top:11.2pt;width:48.8pt;height:61.9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CD7178" w:rsidRPr="00A029E9" w:rsidRDefault="00CD7178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</w:pPr>
                      <w:r w:rsidRPr="00A029E9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4.1</w:t>
                      </w:r>
                    </w:p>
                    <w:p w:rsidR="008D4662" w:rsidRPr="00A029E9" w:rsidRDefault="00CD7178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A029E9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  Brusič - Svářeč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E27FED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0F6E85C" wp14:editId="4D20B38A">
                <wp:simplePos x="0" y="0"/>
                <wp:positionH relativeFrom="column">
                  <wp:posOffset>7923337</wp:posOffset>
                </wp:positionH>
                <wp:positionV relativeFrom="paragraph">
                  <wp:posOffset>1334466</wp:posOffset>
                </wp:positionV>
                <wp:extent cx="651510" cy="1550035"/>
                <wp:effectExtent l="57150" t="38100" r="72390" b="88265"/>
                <wp:wrapThrough wrapText="bothSides">
                  <wp:wrapPolygon edited="0">
                    <wp:start x="-1895" y="-531"/>
                    <wp:lineTo x="-1895" y="22034"/>
                    <wp:lineTo x="-1263" y="22565"/>
                    <wp:lineTo x="22737" y="22565"/>
                    <wp:lineTo x="23368" y="20972"/>
                    <wp:lineTo x="23368" y="-531"/>
                    <wp:lineTo x="-1895" y="-531"/>
                  </wp:wrapPolygon>
                </wp:wrapThrough>
                <wp:docPr id="39" name="Text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1510" cy="155003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</a:schemeClr>
                        </a:solidFill>
                        <a:ln w="12700" cmpd="sng">
                          <a:solidFill>
                            <a:schemeClr val="accent3"/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4.2.1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Nábor</w:t>
                            </w:r>
                          </w:p>
                          <w:p w:rsidR="009A613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P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4.2.2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Pohovor</w:t>
                            </w:r>
                          </w:p>
                          <w:p w:rsidR="009A6136" w:rsidRDefault="009A6136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8D4662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 w:rsidRPr="008D4662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 xml:space="preserve">4.2.3 </w:t>
                            </w:r>
                            <w:r w:rsidR="00C2090A"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Přijetí</w:t>
                            </w:r>
                          </w:p>
                          <w:p w:rsidR="00C2090A" w:rsidRDefault="00C2090A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</w:p>
                          <w:p w:rsidR="00C2090A" w:rsidRDefault="00C2090A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4.2.4</w:t>
                            </w:r>
                          </w:p>
                          <w:p w:rsidR="00C2090A" w:rsidRPr="008D4662" w:rsidRDefault="00C2090A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color w:val="000000" w:themeColor="dark1"/>
                                <w:sz w:val="16"/>
                                <w:szCs w:val="16"/>
                              </w:rPr>
                              <w:t>Zaškolení</w:t>
                            </w:r>
                          </w:p>
                        </w:txbxContent>
                      </wps:txbx>
                      <wps:bodyPr vertOverflow="clip" horzOverflow="clip" wrap="square" rtlCol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F6E85C" id="TextBox 38" o:spid="_x0000_s1049" type="#_x0000_t202" style="position:absolute;margin-left:623.9pt;margin-top:105.1pt;width:51.3pt;height:122.0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" fillcolor="#d5dce4 [671]" strokecolor="#a5a5a5 [3206]" strokeweight="1pt">
                <v:shadow on="t" color="#bfbfbf [2412]" opacity="26214f" origin=",-.5" offset="0,1pt"/>
                <v:textbox>
                  <w:txbxContent>
                    <w:p w:rsidR="008D4662" w:rsidRP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4.2.1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Nábor</w:t>
                      </w:r>
                    </w:p>
                    <w:p w:rsidR="009A613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P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4.2.2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Pohovor</w:t>
                      </w:r>
                    </w:p>
                    <w:p w:rsidR="009A6136" w:rsidRDefault="009A6136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8D4662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 w:rsidRPr="008D4662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 xml:space="preserve">4.2.3 </w:t>
                      </w:r>
                      <w:r w:rsidR="00C2090A"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Přijetí</w:t>
                      </w:r>
                    </w:p>
                    <w:p w:rsidR="00C2090A" w:rsidRDefault="00C2090A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</w:p>
                    <w:p w:rsidR="00C2090A" w:rsidRDefault="00C2090A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4.2.4</w:t>
                      </w:r>
                    </w:p>
                    <w:p w:rsidR="00C2090A" w:rsidRPr="008D4662" w:rsidRDefault="00C2090A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color w:val="000000" w:themeColor="dark1"/>
                          <w:sz w:val="16"/>
                          <w:szCs w:val="16"/>
                        </w:rPr>
                        <w:t>Zaškolení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87F96"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57F048ED" wp14:editId="382A7F92">
                <wp:simplePos x="0" y="0"/>
                <wp:positionH relativeFrom="column">
                  <wp:posOffset>5688330</wp:posOffset>
                </wp:positionH>
                <wp:positionV relativeFrom="paragraph">
                  <wp:posOffset>647700</wp:posOffset>
                </wp:positionV>
                <wp:extent cx="0" cy="633730"/>
                <wp:effectExtent l="0" t="0" r="25400" b="26670"/>
                <wp:wrapThrough wrapText="bothSides">
                  <wp:wrapPolygon edited="0">
                    <wp:start x="-1" y="0"/>
                    <wp:lineTo x="-1" y="21643"/>
                    <wp:lineTo x="-1" y="21643"/>
                    <wp:lineTo x="-1" y="0"/>
                    <wp:lineTo x="-1" y="0"/>
                  </wp:wrapPolygon>
                </wp:wrapThrough>
                <wp:docPr id="54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73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725121" id="Straight Connector 66" o:spid="_x0000_s1026" style="position:absolute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7.9pt,51pt" to="447.9pt,10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87F96"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6AEAC408" wp14:editId="4B6F5A4C">
                <wp:simplePos x="0" y="0"/>
                <wp:positionH relativeFrom="column">
                  <wp:posOffset>5160010</wp:posOffset>
                </wp:positionH>
                <wp:positionV relativeFrom="paragraph">
                  <wp:posOffset>132715</wp:posOffset>
                </wp:positionV>
                <wp:extent cx="723265" cy="556260"/>
                <wp:effectExtent l="57150" t="38100" r="76835" b="91440"/>
                <wp:wrapThrough wrapText="bothSides">
                  <wp:wrapPolygon edited="0">
                    <wp:start x="-1707" y="-1479"/>
                    <wp:lineTo x="-1707" y="22932"/>
                    <wp:lineTo x="-1138" y="24411"/>
                    <wp:lineTo x="22757" y="24411"/>
                    <wp:lineTo x="23326" y="22932"/>
                    <wp:lineTo x="23326" y="-1479"/>
                    <wp:lineTo x="-1707" y="-1479"/>
                  </wp:wrapPolygon>
                </wp:wrapThrough>
                <wp:docPr id="4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5562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F96" w:rsidRPr="005317BF" w:rsidRDefault="00E27FED" w:rsidP="00C87F96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C87F96"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.3 </w:t>
                            </w:r>
                            <w:r w:rsidR="00C87F96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Dodávka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AC408" id="TextBox 10" o:spid="_x0000_s1050" type="#_x0000_t202" style="position:absolute;margin-left:406.3pt;margin-top:10.45pt;width:56.95pt;height:43.8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C87F96" w:rsidRPr="005317BF" w:rsidRDefault="00E27FED" w:rsidP="00C87F96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2</w:t>
                      </w:r>
                      <w:r w:rsidR="00C87F96" w:rsidRPr="005317BF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.3 </w:t>
                      </w:r>
                      <w:r w:rsidR="00C87F96" w:rsidRPr="00933728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Dodávka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87F96"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1D3A6BEC" wp14:editId="654B06FD">
                <wp:simplePos x="0" y="0"/>
                <wp:positionH relativeFrom="column">
                  <wp:posOffset>4380865</wp:posOffset>
                </wp:positionH>
                <wp:positionV relativeFrom="paragraph">
                  <wp:posOffset>132715</wp:posOffset>
                </wp:positionV>
                <wp:extent cx="691515" cy="556260"/>
                <wp:effectExtent l="57150" t="38100" r="70485" b="91440"/>
                <wp:wrapThrough wrapText="bothSides">
                  <wp:wrapPolygon edited="0">
                    <wp:start x="-1785" y="-1479"/>
                    <wp:lineTo x="-1785" y="22932"/>
                    <wp:lineTo x="-1190" y="24411"/>
                    <wp:lineTo x="22612" y="24411"/>
                    <wp:lineTo x="23207" y="22932"/>
                    <wp:lineTo x="23207" y="-1479"/>
                    <wp:lineTo x="-1785" y="-1479"/>
                  </wp:wrapPolygon>
                </wp:wrapThrough>
                <wp:docPr id="33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" cy="5562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F96" w:rsidRPr="005317BF" w:rsidRDefault="00E27FED" w:rsidP="00C87F96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C87F96"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.2 </w:t>
                            </w:r>
                            <w:r w:rsidR="00C87F96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Soutěž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3A6BEC" id="TextBox 9" o:spid="_x0000_s1051" type="#_x0000_t202" style="position:absolute;margin-left:344.95pt;margin-top:10.45pt;width:54.45pt;height:43.8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C87F96" w:rsidRPr="005317BF" w:rsidRDefault="00E27FED" w:rsidP="00C87F96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20"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2</w:t>
                      </w:r>
                      <w:r w:rsidR="00C87F96" w:rsidRPr="005317BF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.2 </w:t>
                      </w:r>
                      <w:r w:rsidR="00C87F96" w:rsidRPr="00933728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Soutěž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87F96"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64C5E7F9" wp14:editId="17613332">
                <wp:simplePos x="0" y="0"/>
                <wp:positionH relativeFrom="column">
                  <wp:posOffset>3578225</wp:posOffset>
                </wp:positionH>
                <wp:positionV relativeFrom="paragraph">
                  <wp:posOffset>132715</wp:posOffset>
                </wp:positionV>
                <wp:extent cx="738505" cy="572135"/>
                <wp:effectExtent l="57150" t="38100" r="80645" b="94615"/>
                <wp:wrapThrough wrapText="bothSides">
                  <wp:wrapPolygon edited="0">
                    <wp:start x="-1672" y="-1438"/>
                    <wp:lineTo x="-1672" y="22295"/>
                    <wp:lineTo x="-1114" y="24453"/>
                    <wp:lineTo x="22844" y="24453"/>
                    <wp:lineTo x="23402" y="22295"/>
                    <wp:lineTo x="23402" y="-1438"/>
                    <wp:lineTo x="-1672" y="-1438"/>
                  </wp:wrapPolygon>
                </wp:wrapThrough>
                <wp:docPr id="25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8505" cy="572135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7F96" w:rsidRPr="005317BF" w:rsidRDefault="00E27FED" w:rsidP="00C87F96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C87F96"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.1 </w:t>
                            </w:r>
                            <w:r w:rsidR="00C87F96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Příprava, Vyhlášení</w:t>
                            </w:r>
                            <w:r w:rsidR="00C87F96"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5E7F9" id="_x0000_s1052" type="#_x0000_t202" style="position:absolute;margin-left:281.75pt;margin-top:10.45pt;width:58.15pt;height:45.0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C87F96" w:rsidRPr="005317BF" w:rsidRDefault="00E27FED" w:rsidP="00C87F96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2</w:t>
                      </w:r>
                      <w:r w:rsidR="00C87F96" w:rsidRPr="005317BF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.1 </w:t>
                      </w:r>
                      <w:r w:rsidR="00C87F96" w:rsidRPr="00933728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Příprava, Vyhlášení</w:t>
                      </w:r>
                      <w:r w:rsidR="00C87F96" w:rsidRPr="005317BF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87F96" w:rsidRPr="00C87F96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D5F2B34" wp14:editId="07093CB1">
                <wp:simplePos x="0" y="0"/>
                <wp:positionH relativeFrom="column">
                  <wp:posOffset>3970020</wp:posOffset>
                </wp:positionH>
                <wp:positionV relativeFrom="paragraph">
                  <wp:posOffset>683260</wp:posOffset>
                </wp:positionV>
                <wp:extent cx="0" cy="633730"/>
                <wp:effectExtent l="0" t="0" r="25400" b="26670"/>
                <wp:wrapThrough wrapText="bothSides">
                  <wp:wrapPolygon edited="0">
                    <wp:start x="-1" y="0"/>
                    <wp:lineTo x="-1" y="21643"/>
                    <wp:lineTo x="-1" y="21643"/>
                    <wp:lineTo x="-1" y="0"/>
                    <wp:lineTo x="-1" y="0"/>
                  </wp:wrapPolygon>
                </wp:wrapThrough>
                <wp:docPr id="17" name="Straight Connector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73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F0017C" id="Straight Connector 49" o:spid="_x0000_s1026" style="position:absolute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6pt,53.8pt" to="312.6pt,10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87F96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6AD356AC" wp14:editId="309B8B97">
                <wp:simplePos x="0" y="0"/>
                <wp:positionH relativeFrom="column">
                  <wp:posOffset>2781935</wp:posOffset>
                </wp:positionH>
                <wp:positionV relativeFrom="paragraph">
                  <wp:posOffset>679892</wp:posOffset>
                </wp:positionV>
                <wp:extent cx="0" cy="633730"/>
                <wp:effectExtent l="0" t="0" r="25400" b="26670"/>
                <wp:wrapThrough wrapText="bothSides">
                  <wp:wrapPolygon edited="0">
                    <wp:start x="-1" y="0"/>
                    <wp:lineTo x="-1" y="21643"/>
                    <wp:lineTo x="-1" y="21643"/>
                    <wp:lineTo x="-1" y="0"/>
                    <wp:lineTo x="-1" y="0"/>
                  </wp:wrapPolygon>
                </wp:wrapThrough>
                <wp:docPr id="67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73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6E5AA6E" id="Straight Connector 66" o:spid="_x0000_s1026" style="position:absolute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9.05pt,53.55pt" to="219.05pt,10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87F96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07C5C" wp14:editId="60D41FBD">
                <wp:simplePos x="0" y="0"/>
                <wp:positionH relativeFrom="column">
                  <wp:posOffset>1792605</wp:posOffset>
                </wp:positionH>
                <wp:positionV relativeFrom="paragraph">
                  <wp:posOffset>698500</wp:posOffset>
                </wp:positionV>
                <wp:extent cx="0" cy="174625"/>
                <wp:effectExtent l="0" t="0" r="19050" b="34925"/>
                <wp:wrapThrough wrapText="bothSides">
                  <wp:wrapPolygon edited="0">
                    <wp:start x="-1" y="0"/>
                    <wp:lineTo x="-1" y="23564"/>
                    <wp:lineTo x="-1" y="23564"/>
                    <wp:lineTo x="-1" y="0"/>
                    <wp:lineTo x="-1" y="0"/>
                  </wp:wrapPolygon>
                </wp:wrapThrough>
                <wp:docPr id="48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74625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5261C9" id="Straight Connector 4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1.15pt,55pt" to="141.15pt,6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87F96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3F39651" wp14:editId="7ECF6777">
                <wp:simplePos x="0" y="0"/>
                <wp:positionH relativeFrom="column">
                  <wp:posOffset>2253615</wp:posOffset>
                </wp:positionH>
                <wp:positionV relativeFrom="paragraph">
                  <wp:posOffset>126365</wp:posOffset>
                </wp:positionV>
                <wp:extent cx="723265" cy="556260"/>
                <wp:effectExtent l="57150" t="38100" r="76835" b="91440"/>
                <wp:wrapThrough wrapText="bothSides">
                  <wp:wrapPolygon edited="0">
                    <wp:start x="-1707" y="-1479"/>
                    <wp:lineTo x="-1707" y="22932"/>
                    <wp:lineTo x="-1138" y="24411"/>
                    <wp:lineTo x="22757" y="24411"/>
                    <wp:lineTo x="23326" y="22932"/>
                    <wp:lineTo x="23326" y="-1479"/>
                    <wp:lineTo x="-1707" y="-1479"/>
                  </wp:wrapPolygon>
                </wp:wrapThrough>
                <wp:docPr id="1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265" cy="5562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5317BF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</w:rPr>
                            </w:pPr>
                            <w:r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1.3 </w:t>
                            </w:r>
                            <w:r w:rsidR="005317BF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Dodávka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F39651" id="_x0000_s1053" type="#_x0000_t202" style="position:absolute;margin-left:177.45pt;margin-top:9.95pt;width:56.95pt;height:43.8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8D4662" w:rsidRPr="005317BF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</w:rPr>
                      </w:pPr>
                      <w:r w:rsidRPr="005317BF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1.3 </w:t>
                      </w:r>
                      <w:r w:rsidR="005317BF" w:rsidRPr="00933728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Dodávka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C87F96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89FFDB9" wp14:editId="1400D3F0">
                <wp:simplePos x="0" y="0"/>
                <wp:positionH relativeFrom="column">
                  <wp:posOffset>1474470</wp:posOffset>
                </wp:positionH>
                <wp:positionV relativeFrom="paragraph">
                  <wp:posOffset>126365</wp:posOffset>
                </wp:positionV>
                <wp:extent cx="691515" cy="556260"/>
                <wp:effectExtent l="57150" t="38100" r="70485" b="91440"/>
                <wp:wrapThrough wrapText="bothSides">
                  <wp:wrapPolygon edited="0">
                    <wp:start x="-1785" y="-1479"/>
                    <wp:lineTo x="-1785" y="22932"/>
                    <wp:lineTo x="-1190" y="24411"/>
                    <wp:lineTo x="22612" y="24411"/>
                    <wp:lineTo x="23207" y="22932"/>
                    <wp:lineTo x="23207" y="-1479"/>
                    <wp:lineTo x="-1785" y="-1479"/>
                  </wp:wrapPolygon>
                </wp:wrapThrough>
                <wp:docPr id="1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1515" cy="55626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 w="12700" cmpd="sng">
                          <a:solidFill>
                            <a:schemeClr val="tx2">
                              <a:lumMod val="40000"/>
                              <a:lumOff val="60000"/>
                            </a:schemeClr>
                          </a:solidFill>
                        </a:ln>
                        <a:effectLst>
                          <a:outerShdw blurRad="50800" dist="12700" dir="5400000" algn="t" rotWithShape="0">
                            <a:schemeClr val="bg1">
                              <a:lumMod val="75000"/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D4662" w:rsidRPr="005317BF" w:rsidRDefault="008D4662" w:rsidP="008D4662">
                            <w:pPr>
                              <w:pStyle w:val="Normlnweb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5317BF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 xml:space="preserve">1.2 </w:t>
                            </w:r>
                            <w:r w:rsidR="005317BF" w:rsidRPr="00933728">
                              <w:rPr>
                                <w:rFonts w:ascii="Century Gothic" w:eastAsia="Century Gothic" w:hAnsi="Century Gothic" w:cs="Century Gothic"/>
                                <w:b/>
                                <w:sz w:val="18"/>
                                <w:szCs w:val="18"/>
                              </w:rPr>
                              <w:t>Soutěž</w:t>
                            </w:r>
                          </w:p>
                        </w:txbxContent>
                      </wps:txbx>
                      <wps:bodyPr vertOverflow="clip" horzOverflow="clip" wrap="square" rtlCol="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FFDB9" id="_x0000_s1054" type="#_x0000_t202" style="position:absolute;margin-left:116.1pt;margin-top:9.95pt;width:54.45pt;height:43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" fillcolor="#acb9ca [1311]" strokecolor="#acb9ca [1311]" strokeweight="1pt">
                <v:shadow on="t" color="#bfbfbf [2412]" opacity="26214f" origin=",-.5" offset="0,1pt"/>
                <v:textbox>
                  <w:txbxContent>
                    <w:p w:rsidR="008D4662" w:rsidRPr="005317BF" w:rsidRDefault="008D4662" w:rsidP="008D4662">
                      <w:pPr>
                        <w:pStyle w:val="Normlnweb"/>
                        <w:spacing w:before="0" w:beforeAutospacing="0" w:after="0" w:afterAutospacing="0"/>
                        <w:jc w:val="center"/>
                        <w:rPr>
                          <w:b/>
                          <w:sz w:val="20"/>
                        </w:rPr>
                      </w:pPr>
                      <w:r w:rsidRPr="005317BF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 xml:space="preserve">1.2 </w:t>
                      </w:r>
                      <w:r w:rsidR="005317BF" w:rsidRPr="00933728">
                        <w:rPr>
                          <w:rFonts w:ascii="Century Gothic" w:eastAsia="Century Gothic" w:hAnsi="Century Gothic" w:cs="Century Gothic"/>
                          <w:b/>
                          <w:sz w:val="18"/>
                          <w:szCs w:val="18"/>
                        </w:rPr>
                        <w:t>Soutěž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A029E9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732624" wp14:editId="56471C42">
                <wp:simplePos x="0" y="0"/>
                <wp:positionH relativeFrom="column">
                  <wp:posOffset>8869348</wp:posOffset>
                </wp:positionH>
                <wp:positionV relativeFrom="paragraph">
                  <wp:posOffset>241107</wp:posOffset>
                </wp:positionV>
                <wp:extent cx="0" cy="633770"/>
                <wp:effectExtent l="0" t="0" r="25400" b="26670"/>
                <wp:wrapThrough wrapText="bothSides">
                  <wp:wrapPolygon edited="0">
                    <wp:start x="-1" y="0"/>
                    <wp:lineTo x="-1" y="21643"/>
                    <wp:lineTo x="-1" y="21643"/>
                    <wp:lineTo x="-1" y="0"/>
                    <wp:lineTo x="-1" y="0"/>
                  </wp:wrapPolygon>
                </wp:wrapThrough>
                <wp:docPr id="86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7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414754" id="Straight Connector 85" o:spid="_x0000_s1026" style="position:absolute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98.35pt,19pt" to="698.35pt,6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A029E9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5199BF9" wp14:editId="19831EF3">
                <wp:simplePos x="0" y="0"/>
                <wp:positionH relativeFrom="column">
                  <wp:posOffset>8106410</wp:posOffset>
                </wp:positionH>
                <wp:positionV relativeFrom="paragraph">
                  <wp:posOffset>233735</wp:posOffset>
                </wp:positionV>
                <wp:extent cx="0" cy="633770"/>
                <wp:effectExtent l="0" t="0" r="25400" b="26670"/>
                <wp:wrapThrough wrapText="bothSides">
                  <wp:wrapPolygon edited="0">
                    <wp:start x="-1" y="0"/>
                    <wp:lineTo x="-1" y="21643"/>
                    <wp:lineTo x="-1" y="21643"/>
                    <wp:lineTo x="-1" y="0"/>
                    <wp:lineTo x="-1" y="0"/>
                  </wp:wrapPolygon>
                </wp:wrapThrough>
                <wp:docPr id="85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7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FE7967" id="Straight Connector 84" o:spid="_x0000_s1026" style="position:absolute;z-index:251716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8.3pt,18.4pt" to="638.3pt,6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" strokecolor="#a5a5a5 [3206]" strokeweight="1.5pt">
                <v:stroke joinstyle="miter"/>
                <w10:wrap type="through"/>
              </v:line>
            </w:pict>
          </mc:Fallback>
        </mc:AlternateContent>
      </w:r>
      <w:r w:rsidR="00CD7178" w:rsidRPr="00516D12">
        <w:rPr>
          <w:rFonts w:ascii="Century Gothic" w:hAnsi="Century Gothic"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CA60093" wp14:editId="0113E181">
                <wp:simplePos x="0" y="0"/>
                <wp:positionH relativeFrom="column">
                  <wp:posOffset>7422515</wp:posOffset>
                </wp:positionH>
                <wp:positionV relativeFrom="paragraph">
                  <wp:posOffset>198727</wp:posOffset>
                </wp:positionV>
                <wp:extent cx="0" cy="633770"/>
                <wp:effectExtent l="0" t="0" r="25400" b="26670"/>
                <wp:wrapThrough wrapText="bothSides">
                  <wp:wrapPolygon edited="0">
                    <wp:start x="-1" y="0"/>
                    <wp:lineTo x="-1" y="21643"/>
                    <wp:lineTo x="-1" y="21643"/>
                    <wp:lineTo x="-1" y="0"/>
                    <wp:lineTo x="-1" y="0"/>
                  </wp:wrapPolygon>
                </wp:wrapThrough>
                <wp:docPr id="87" name="Straight Connecto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633770"/>
                        </a:xfrm>
                        <a:prstGeom prst="line">
                          <a:avLst/>
                        </a:prstGeom>
                        <a:ln w="19050">
                          <a:solidFill>
                            <a:schemeClr val="accent3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29B23B" id="Straight Connector 86" o:spid="_x0000_s1026" style="position:absolute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84.45pt,15.65pt" to="584.45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" strokecolor="#a5a5a5 [3206]" strokeweight="1.5pt">
                <v:stroke joinstyle="miter"/>
                <w10:wrap type="through"/>
              </v:line>
            </w:pict>
          </mc:Fallback>
        </mc:AlternateContent>
      </w:r>
    </w:p>
    <w:sectPr w:rsidR="00E92629" w:rsidRPr="00E92629" w:rsidSect="001E77E2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38BB" w:rsidRDefault="008238BB" w:rsidP="00B01A05">
      <w:r>
        <w:separator/>
      </w:r>
    </w:p>
  </w:endnote>
  <w:endnote w:type="continuationSeparator" w:id="0">
    <w:p w:rsidR="008238BB" w:rsidRDefault="008238BB" w:rsidP="00B01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38BB" w:rsidRDefault="008238BB" w:rsidP="00B01A05">
      <w:r>
        <w:separator/>
      </w:r>
    </w:p>
  </w:footnote>
  <w:footnote w:type="continuationSeparator" w:id="0">
    <w:p w:rsidR="008238BB" w:rsidRDefault="008238BB" w:rsidP="00B01A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E851F7"/>
    <w:multiLevelType w:val="hybridMultilevel"/>
    <w:tmpl w:val="2D5A5AE8"/>
    <w:lvl w:ilvl="0" w:tplc="ABF8F2D2">
      <w:start w:val="1"/>
      <w:numFmt w:val="decimal"/>
      <w:lvlText w:val="%1."/>
      <w:lvlJc w:val="left"/>
      <w:pPr>
        <w:ind w:left="720" w:hanging="360"/>
      </w:pPr>
      <w:rPr>
        <w:rFonts w:ascii="Century Gothic" w:eastAsia="Century Gothic" w:hAnsi="Century Gothic" w:cs="Century Gothic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Q1NzcwMzQzNrEwMTVQ0lEKTi0uzszPAykwrQUANJHhwywAAAA="/>
  </w:docVars>
  <w:rsids>
    <w:rsidRoot w:val="008238BB"/>
    <w:rsid w:val="000874BC"/>
    <w:rsid w:val="000C5AA8"/>
    <w:rsid w:val="00172E43"/>
    <w:rsid w:val="001C4F69"/>
    <w:rsid w:val="001E77E2"/>
    <w:rsid w:val="002322EB"/>
    <w:rsid w:val="00243542"/>
    <w:rsid w:val="00280CC2"/>
    <w:rsid w:val="00286158"/>
    <w:rsid w:val="002D321B"/>
    <w:rsid w:val="002D3E87"/>
    <w:rsid w:val="003215A8"/>
    <w:rsid w:val="0034390C"/>
    <w:rsid w:val="003C7519"/>
    <w:rsid w:val="00441639"/>
    <w:rsid w:val="00470925"/>
    <w:rsid w:val="00516D12"/>
    <w:rsid w:val="005317BF"/>
    <w:rsid w:val="006273BE"/>
    <w:rsid w:val="006B7D34"/>
    <w:rsid w:val="006E2DCC"/>
    <w:rsid w:val="006F00DB"/>
    <w:rsid w:val="006F5384"/>
    <w:rsid w:val="0070540D"/>
    <w:rsid w:val="00753CD0"/>
    <w:rsid w:val="00770220"/>
    <w:rsid w:val="007A0805"/>
    <w:rsid w:val="007C52FA"/>
    <w:rsid w:val="007D58DB"/>
    <w:rsid w:val="007E3C30"/>
    <w:rsid w:val="0081716A"/>
    <w:rsid w:val="008238BB"/>
    <w:rsid w:val="00867C0D"/>
    <w:rsid w:val="008D4662"/>
    <w:rsid w:val="0091097D"/>
    <w:rsid w:val="00914923"/>
    <w:rsid w:val="00933728"/>
    <w:rsid w:val="009775DC"/>
    <w:rsid w:val="009A6136"/>
    <w:rsid w:val="009C6E1E"/>
    <w:rsid w:val="009D0012"/>
    <w:rsid w:val="009E0257"/>
    <w:rsid w:val="00A029E9"/>
    <w:rsid w:val="00A639BD"/>
    <w:rsid w:val="00AB3E8B"/>
    <w:rsid w:val="00AC1FED"/>
    <w:rsid w:val="00B01A05"/>
    <w:rsid w:val="00B07A22"/>
    <w:rsid w:val="00B35EBD"/>
    <w:rsid w:val="00B70E8D"/>
    <w:rsid w:val="00C2090A"/>
    <w:rsid w:val="00C87F96"/>
    <w:rsid w:val="00CA64DD"/>
    <w:rsid w:val="00CC2807"/>
    <w:rsid w:val="00CD7178"/>
    <w:rsid w:val="00D106E0"/>
    <w:rsid w:val="00D45193"/>
    <w:rsid w:val="00D763E8"/>
    <w:rsid w:val="00D8447E"/>
    <w:rsid w:val="00E27FED"/>
    <w:rsid w:val="00E86D0A"/>
    <w:rsid w:val="00E92629"/>
    <w:rsid w:val="00F1711A"/>
    <w:rsid w:val="00F74386"/>
    <w:rsid w:val="00FA2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C5618B"/>
  <w14:defaultImageDpi w14:val="330"/>
  <w15:docId w15:val="{937B7A64-1845-494C-BA9F-B6CF68C16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lang w:val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01A05"/>
  </w:style>
  <w:style w:type="paragraph" w:styleId="Zpat">
    <w:name w:val="footer"/>
    <w:basedOn w:val="Normln"/>
    <w:link w:val="ZpatChar"/>
    <w:uiPriority w:val="99"/>
    <w:unhideWhenUsed/>
    <w:rsid w:val="00B01A05"/>
    <w:pPr>
      <w:tabs>
        <w:tab w:val="center" w:pos="4680"/>
        <w:tab w:val="right" w:pos="9360"/>
      </w:tabs>
    </w:pPr>
  </w:style>
  <w:style w:type="character" w:customStyle="1" w:styleId="ZpatChar">
    <w:name w:val="Zápatí Char"/>
    <w:basedOn w:val="Standardnpsmoodstavce"/>
    <w:link w:val="Zpat"/>
    <w:uiPriority w:val="99"/>
    <w:rsid w:val="00B01A05"/>
  </w:style>
  <w:style w:type="paragraph" w:styleId="Normlnweb">
    <w:name w:val="Normal (Web)"/>
    <w:basedOn w:val="Normln"/>
    <w:uiPriority w:val="99"/>
    <w:unhideWhenUsed/>
    <w:rsid w:val="000C5AA8"/>
    <w:pPr>
      <w:spacing w:before="100" w:beforeAutospacing="1" w:after="100" w:afterAutospacing="1"/>
    </w:pPr>
    <w:rPr>
      <w:rFonts w:ascii="Times New Roman" w:eastAsiaTheme="minorEastAsia" w:hAnsi="Times New Roman" w:cs="Times New Roman"/>
    </w:rPr>
  </w:style>
  <w:style w:type="table" w:styleId="Mkatabulky">
    <w:name w:val="Table Grid"/>
    <w:basedOn w:val="Normlntabulka"/>
    <w:uiPriority w:val="99"/>
    <w:rsid w:val="00E92629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895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goo.gl/CxrWxq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el24\AppData\Local\Temp\IC-WBS-Levels-Template-8721_WOR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>
        <a:solidFill>
          <a:schemeClr val="accent5">
            <a:lumMod val="50000"/>
          </a:schemeClr>
        </a:solidFill>
        <a:ln w="12700" cmpd="sng">
          <a:solidFill>
            <a:schemeClr val="accent3"/>
          </a:solidFill>
        </a:ln>
        <a:effectLst>
          <a:outerShdw blurRad="50800" dist="12700" dir="5400000" algn="t" rotWithShape="0">
            <a:schemeClr val="bg1">
              <a:lumMod val="75000"/>
              <a:alpha val="40000"/>
            </a:schemeClr>
          </a:outerShdw>
        </a:effectLst>
      </a:spPr>
      <a:bodyPr vertOverflow="clip" horzOverflow="clip" vert="vert270" wrap="square" rtlCol="0" anchor="ctr" anchorCtr="0"/>
      <a:lstStyle/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IC-WBS-Levels-Template-8721_WORD.dotx</Template>
  <TotalTime>68</TotalTime>
  <Pages>1</Pages>
  <Words>44</Words>
  <Characters>253</Characters>
  <Application>Microsoft Office Word</Application>
  <DocSecurity>0</DocSecurity>
  <Lines>36</Lines>
  <Paragraphs>14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</dc:creator>
  <cp:lastModifiedBy>Lukáš Melecký</cp:lastModifiedBy>
  <cp:revision>31</cp:revision>
  <cp:lastPrinted>2018-09-13T21:26:00Z</cp:lastPrinted>
  <dcterms:created xsi:type="dcterms:W3CDTF">2019-08-29T18:33:00Z</dcterms:created>
  <dcterms:modified xsi:type="dcterms:W3CDTF">2020-09-06T21:00:00Z</dcterms:modified>
</cp:coreProperties>
</file>